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CE" w:rsidRPr="00AB7FAE" w:rsidRDefault="009F33CE" w:rsidP="003D58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3CE" w:rsidRPr="00AB7FAE" w:rsidRDefault="009F33CE" w:rsidP="003D58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7FAE">
        <w:rPr>
          <w:rFonts w:ascii="Times New Roman" w:hAnsi="Times New Roman"/>
          <w:sz w:val="24"/>
          <w:szCs w:val="24"/>
        </w:rPr>
        <w:t>Приложение №2</w:t>
      </w:r>
    </w:p>
    <w:p w:rsidR="009F33CE" w:rsidRPr="00AB7FAE" w:rsidRDefault="009F33CE" w:rsidP="003D58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7FAE">
        <w:rPr>
          <w:rFonts w:ascii="Times New Roman" w:hAnsi="Times New Roman"/>
          <w:sz w:val="24"/>
          <w:szCs w:val="24"/>
        </w:rPr>
        <w:t>к приказу по МБОУ «Ерёмовская основная</w:t>
      </w:r>
    </w:p>
    <w:p w:rsidR="009F33CE" w:rsidRPr="00AB7FAE" w:rsidRDefault="009F33CE" w:rsidP="003D58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7FAE">
        <w:rPr>
          <w:rFonts w:ascii="Times New Roman" w:hAnsi="Times New Roman"/>
          <w:sz w:val="24"/>
          <w:szCs w:val="24"/>
        </w:rPr>
        <w:t>общеобразовательная школа»</w:t>
      </w:r>
    </w:p>
    <w:p w:rsidR="009F33CE" w:rsidRPr="001D108C" w:rsidRDefault="009F33CE" w:rsidP="00AB7FAE">
      <w:pPr>
        <w:shd w:val="clear" w:color="auto" w:fill="FFFFFF"/>
        <w:tabs>
          <w:tab w:val="left" w:pos="28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D108C">
        <w:rPr>
          <w:rFonts w:ascii="Times New Roman" w:hAnsi="Times New Roman"/>
          <w:sz w:val="24"/>
          <w:szCs w:val="24"/>
        </w:rPr>
        <w:t xml:space="preserve">№  </w:t>
      </w:r>
      <w:r>
        <w:rPr>
          <w:rFonts w:ascii="Times New Roman" w:hAnsi="Times New Roman"/>
          <w:sz w:val="24"/>
          <w:szCs w:val="24"/>
        </w:rPr>
        <w:t>155    «18» июня  2019</w:t>
      </w:r>
      <w:r w:rsidRPr="001D108C">
        <w:rPr>
          <w:rFonts w:ascii="Times New Roman" w:hAnsi="Times New Roman"/>
          <w:sz w:val="24"/>
          <w:szCs w:val="24"/>
        </w:rPr>
        <w:t xml:space="preserve"> г</w:t>
      </w:r>
    </w:p>
    <w:p w:rsidR="009F33CE" w:rsidRPr="00AB7FAE" w:rsidRDefault="009F33CE" w:rsidP="00D970B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AB7FAE">
        <w:rPr>
          <w:rFonts w:ascii="Times New Roman" w:hAnsi="Times New Roman"/>
          <w:b/>
          <w:sz w:val="28"/>
          <w:szCs w:val="28"/>
        </w:rPr>
        <w:t>Программно – методическое обеспечение учебного плана</w:t>
      </w:r>
    </w:p>
    <w:p w:rsidR="009F33CE" w:rsidRPr="00AB7FAE" w:rsidRDefault="009F33CE" w:rsidP="00D970BC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/>
          <w:bCs/>
          <w:spacing w:val="-12"/>
          <w:sz w:val="28"/>
          <w:szCs w:val="28"/>
        </w:rPr>
      </w:pPr>
      <w:r w:rsidRPr="00AB7FAE">
        <w:rPr>
          <w:rFonts w:ascii="Times New Roman" w:hAnsi="Times New Roman"/>
          <w:sz w:val="28"/>
          <w:szCs w:val="28"/>
        </w:rPr>
        <w:t>муниципального бюджетного общеобразовательного учреждения</w:t>
      </w:r>
    </w:p>
    <w:p w:rsidR="009F33CE" w:rsidRPr="00AB7FAE" w:rsidRDefault="009F33CE" w:rsidP="00D970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B7FAE">
        <w:rPr>
          <w:rFonts w:ascii="Times New Roman" w:hAnsi="Times New Roman"/>
          <w:bCs/>
          <w:spacing w:val="-12"/>
          <w:sz w:val="28"/>
          <w:szCs w:val="28"/>
        </w:rPr>
        <w:t xml:space="preserve">«Ерёмовская </w:t>
      </w:r>
      <w:r w:rsidRPr="00AB7FAE">
        <w:rPr>
          <w:rFonts w:ascii="Times New Roman" w:hAnsi="Times New Roman"/>
          <w:bCs/>
          <w:sz w:val="28"/>
          <w:szCs w:val="28"/>
        </w:rPr>
        <w:t>основная  общеобразовательная школа</w:t>
      </w:r>
      <w:r w:rsidRPr="00AB7FAE">
        <w:rPr>
          <w:rFonts w:ascii="Times New Roman" w:hAnsi="Times New Roman"/>
          <w:bCs/>
          <w:spacing w:val="-12"/>
          <w:sz w:val="28"/>
          <w:szCs w:val="28"/>
        </w:rPr>
        <w:t xml:space="preserve">», </w:t>
      </w:r>
      <w:r w:rsidRPr="00AB7FAE">
        <w:rPr>
          <w:rFonts w:ascii="Times New Roman" w:hAnsi="Times New Roman"/>
          <w:bCs/>
          <w:sz w:val="28"/>
          <w:szCs w:val="28"/>
        </w:rPr>
        <w:t>реализующего</w:t>
      </w:r>
      <w:r w:rsidRPr="00AB7FAE">
        <w:rPr>
          <w:rFonts w:ascii="Times New Roman" w:hAnsi="Times New Roman"/>
          <w:sz w:val="28"/>
          <w:szCs w:val="28"/>
        </w:rPr>
        <w:t xml:space="preserve">  федеральный государственный образовательный стандарт  основного общего образования </w:t>
      </w:r>
    </w:p>
    <w:p w:rsidR="009F33CE" w:rsidRPr="00AB7FAE" w:rsidRDefault="009F33CE" w:rsidP="00D00D67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/>
          <w:bCs/>
          <w:spacing w:val="-12"/>
          <w:sz w:val="28"/>
          <w:szCs w:val="28"/>
        </w:rPr>
      </w:pPr>
      <w:r>
        <w:rPr>
          <w:rFonts w:ascii="Times New Roman" w:hAnsi="Times New Roman"/>
          <w:bCs/>
          <w:spacing w:val="-13"/>
          <w:sz w:val="28"/>
          <w:szCs w:val="28"/>
        </w:rPr>
        <w:t xml:space="preserve">на  2019-2020 </w:t>
      </w:r>
      <w:r w:rsidRPr="00AB7FAE">
        <w:rPr>
          <w:rFonts w:ascii="Times New Roman" w:hAnsi="Times New Roman"/>
          <w:bCs/>
          <w:spacing w:val="-13"/>
          <w:sz w:val="28"/>
          <w:szCs w:val="28"/>
        </w:rPr>
        <w:t xml:space="preserve">учебный год. </w:t>
      </w:r>
    </w:p>
    <w:p w:rsidR="009F33CE" w:rsidRPr="00AB7FAE" w:rsidRDefault="009F33CE" w:rsidP="00D00D6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Cs/>
          <w:spacing w:val="-13"/>
          <w:sz w:val="28"/>
          <w:szCs w:val="28"/>
        </w:rPr>
      </w:pPr>
    </w:p>
    <w:tbl>
      <w:tblPr>
        <w:tblpPr w:leftFromText="180" w:rightFromText="180" w:vertAnchor="text" w:horzAnchor="page" w:tblpX="334" w:tblpY="94"/>
        <w:tblW w:w="16410" w:type="dxa"/>
        <w:tblLayout w:type="fixed"/>
        <w:tblLook w:val="01E0"/>
      </w:tblPr>
      <w:tblGrid>
        <w:gridCol w:w="648"/>
        <w:gridCol w:w="770"/>
        <w:gridCol w:w="1750"/>
        <w:gridCol w:w="2752"/>
        <w:gridCol w:w="1843"/>
        <w:gridCol w:w="1687"/>
        <w:gridCol w:w="1985"/>
        <w:gridCol w:w="15"/>
        <w:gridCol w:w="1800"/>
        <w:gridCol w:w="27"/>
        <w:gridCol w:w="1773"/>
        <w:gridCol w:w="1360"/>
      </w:tblGrid>
      <w:tr w:rsidR="009F33CE" w:rsidRPr="00EB6B38" w:rsidTr="003F57A6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</w:p>
        </w:tc>
      </w:tr>
      <w:tr w:rsidR="009F33CE" w:rsidRPr="00EB6B38" w:rsidTr="003F57A6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</w:p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(вид)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 xml:space="preserve">Автор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(вид)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6B38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Обеспеченность 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3F57A6" w:rsidRDefault="009F33CE" w:rsidP="003F57A6">
            <w:pPr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Ладыжинская  Т.А., </w:t>
            </w:r>
          </w:p>
          <w:p w:rsidR="009F33CE" w:rsidRPr="00EB6B38" w:rsidRDefault="009F33CE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Баранов М.Т., </w:t>
            </w:r>
          </w:p>
          <w:p w:rsidR="009F33CE" w:rsidRPr="00EB6B38" w:rsidRDefault="009F33CE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Шанский Н.М.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6B5E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Русский язык. 5 класс</w:t>
            </w:r>
          </w:p>
          <w:p w:rsidR="009F33CE" w:rsidRPr="00EB6B38" w:rsidRDefault="009F33CE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8C4B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Ладыженская Т.А.,</w:t>
            </w:r>
          </w:p>
          <w:p w:rsidR="009F33CE" w:rsidRPr="00EB6B38" w:rsidRDefault="009F33CE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Баранов М.Т., </w:t>
            </w:r>
          </w:p>
          <w:p w:rsidR="009F33CE" w:rsidRPr="00EB6B38" w:rsidRDefault="009F33CE" w:rsidP="008C4B9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Тростенцова Л.А.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6B5E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6B5E9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Ладыжинская  Т.А., </w:t>
            </w:r>
          </w:p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Баранов М.Т., </w:t>
            </w:r>
          </w:p>
          <w:p w:rsidR="009F33CE" w:rsidRPr="00EB6B38" w:rsidRDefault="009F33CE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Шанский Н.М.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Русский язык. 6 класс</w:t>
            </w:r>
          </w:p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Ладыженская Т.А.,</w:t>
            </w:r>
          </w:p>
          <w:p w:rsidR="009F33CE" w:rsidRPr="00EB6B38" w:rsidRDefault="009F33CE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Баранов М.Т., </w:t>
            </w:r>
          </w:p>
          <w:p w:rsidR="009F33CE" w:rsidRPr="00EB6B38" w:rsidRDefault="009F33CE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Тростенцова Л.А.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2015-2016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Баранов М.Т., </w:t>
            </w:r>
          </w:p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Шанский Н.М.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Русский язык. 7 класс</w:t>
            </w:r>
          </w:p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Ладыженская Т.А.,</w:t>
            </w:r>
          </w:p>
          <w:p w:rsidR="009F33CE" w:rsidRPr="00EB6B38" w:rsidRDefault="009F33CE" w:rsidP="003D771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Баранов М.Т., </w:t>
            </w:r>
          </w:p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Тростенцова Л.А.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Бархудоров С.П.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1D108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язык. 9</w:t>
            </w:r>
            <w:r w:rsidRPr="00EB6B38">
              <w:rPr>
                <w:rFonts w:ascii="Times New Roman" w:hAnsi="Times New Roman"/>
              </w:rPr>
              <w:t xml:space="preserve"> класс</w:t>
            </w:r>
          </w:p>
          <w:p w:rsidR="009F33CE" w:rsidRPr="00EB6B38" w:rsidRDefault="009F33CE" w:rsidP="001D108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D771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Бархудоров С.П.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F013B7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Примерные программы по учебным предметам. Русский язык.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Бархудоров С.П.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Просвещение  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язык. 8   </w:t>
            </w:r>
            <w:r w:rsidRPr="00EB6B38">
              <w:rPr>
                <w:rFonts w:ascii="Times New Roman" w:hAnsi="Times New Roman"/>
              </w:rPr>
              <w:t>класс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Бархудоров С.П.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Литература. 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5 класс 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Журавлев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В.И. Коровин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Литература. 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6 класс 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Полухина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Журавлёв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Литература. 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7 класс 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Полухина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D16B3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Журавлёв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16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D847D9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Литература. </w:t>
            </w:r>
          </w:p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8 класс </w:t>
            </w:r>
          </w:p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D847D9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Журавлёв</w:t>
            </w:r>
          </w:p>
          <w:p w:rsidR="009F33CE" w:rsidRPr="00EB6B38" w:rsidRDefault="009F33CE" w:rsidP="00347628">
            <w:pPr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В.И.Коровин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 общеобразовательных учреждений. Литература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1D108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1D108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Журавлев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 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1D108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Литература. </w:t>
            </w:r>
          </w:p>
          <w:p w:rsidR="009F33CE" w:rsidRPr="00EB6B38" w:rsidRDefault="009F33CE" w:rsidP="001D108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EB6B38">
              <w:rPr>
                <w:rFonts w:ascii="Times New Roman" w:hAnsi="Times New Roman"/>
              </w:rPr>
              <w:t xml:space="preserve"> класс </w:t>
            </w:r>
          </w:p>
          <w:p w:rsidR="009F33CE" w:rsidRPr="00EB6B38" w:rsidRDefault="009F33CE" w:rsidP="001D108C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 2-х частях</w:t>
            </w:r>
          </w:p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1D108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В.Я. Коровина</w:t>
            </w:r>
          </w:p>
          <w:p w:rsidR="009F33CE" w:rsidRPr="00EB6B38" w:rsidRDefault="009F33CE" w:rsidP="001D108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В.П. Журавлёв</w:t>
            </w:r>
          </w:p>
          <w:p w:rsidR="009F33CE" w:rsidRPr="00EB6B38" w:rsidRDefault="009F33CE" w:rsidP="001D108C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В.И.Коровин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Немецкий 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Рабочие программы. Немецкий язык. 5 – 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И.Л. Бим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2011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Немецкий язык. 5 класс</w:t>
            </w:r>
          </w:p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И.Л.Бим, Л.И.Рыжова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Просвещение </w:t>
            </w:r>
          </w:p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2013-2014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Немецкий 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Рабочие программы. Немецкий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И.Л. Бим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2011г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И.Л.Бим, Л.И. Рыжова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Рабочие программы. Английский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В.П.Кузовлев</w:t>
            </w:r>
          </w:p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Н.М.Лана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 2012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В.П.Кузовлев</w:t>
            </w:r>
          </w:p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Н.М.Лана Э.Ш.Перегудова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Рабочие программы. Английский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В.П.Кузовлев</w:t>
            </w:r>
          </w:p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Н.М.Лана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Просвещение 2018</w:t>
            </w:r>
            <w:r w:rsidRPr="00EB6B38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 </w:t>
            </w:r>
            <w:r w:rsidRPr="00EB6B3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В.П.Кузовлев</w:t>
            </w:r>
          </w:p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Н.М.Лана Э.Ш.Перегудова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Немецкий 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Рабочие программы. Немецкий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И.Л. Бим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2011г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И.Л.Бим, Л.И. Рыжова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D84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Рабочие программы. Английский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В.П.Кузовлев</w:t>
            </w:r>
          </w:p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Н.М.Лана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 2012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В.П.Кузовлев</w:t>
            </w:r>
          </w:p>
          <w:p w:rsidR="009F33CE" w:rsidRPr="00EB6B38" w:rsidRDefault="009F33CE" w:rsidP="00390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Н.М.Лана Э.Ш.Перегудова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90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Рабочие программы. Английский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В.П.Кузовлев</w:t>
            </w:r>
          </w:p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Н.М.Лана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Просвещение 2018</w:t>
            </w:r>
            <w:r w:rsidRPr="00EB6B38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B6B38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В.П.Кузовлев</w:t>
            </w:r>
          </w:p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Н.М.Лана Э.Ш.Перегудова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Немецкий  язык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Рабочие программы. Немецкий язык.5-9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И.Л. Бим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Просвещение 2018</w:t>
            </w:r>
            <w:r w:rsidRPr="00EB6B38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B6B38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И.Л.Бим, Л.И. Рыжова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 xml:space="preserve">Рабочие программы 5-11 классы, математика: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 xml:space="preserve">Мерзляк А.Г. Полонский В.Б. Якир М.С.,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>2017 г, М.:Вентана-Граф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Математика. 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 класс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 xml:space="preserve">Мерзляк А.Г. Полонский В.Б. Якир М.С.,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>2017 г, М.:Вентана-Граф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 xml:space="preserve">Рабочие программы 5-11 классы, математика: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 xml:space="preserve">Мерзляк А.Г. Полонский В.Б. Якир М.С.,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>2017 г, М.:Вентана-Граф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Математика. 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 класс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 xml:space="preserve">Мерзляк А.Г. Полонский В.Б. Якир М.С.,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eastAsia="TimesNewRomanPSMT" w:hAnsi="Times New Roman"/>
                <w:sz w:val="24"/>
                <w:szCs w:val="24"/>
              </w:rPr>
              <w:t>2017 г, М.:Вентана-Граф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Алгебра. Сборник рабочих программ. 7-9 классы: учеб. пособие для общеобразоват. организаций и Геометрия. Сборник рабочих программ. 7-9 классы: пособие для общеобразоват. организаций.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сост. Т.А. Бурмистрова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М.: Просвещение, 2016 г </w:t>
            </w:r>
          </w:p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Просвещение, 2014 г.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Алгебра 7 класс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Геометрия 7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Ю.Н. Макарычев, Н.Г. Миндюк, К.И. Нешков, С.Б. Суворова;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Л.С.Атанасян, В,Ф,Бутузов, С.Б.Кадомцев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2017 г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Алгебра. Сборник рабочих программ. 7-9 классы: учеб. пособие для общеобразоват. организаций и Геометрия. Сборник рабочих программ. 7-9 классы: пособие для общеобразоват. организаций.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сост. Т.А. Бурмистрова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М.: Просвещение, 2016 г </w:t>
            </w:r>
          </w:p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Просвещение, 2014 г.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Алгебра 8 класс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Геометрия 78класс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Ю.Н. Макарычев, Н.Г. Миндюк, К.И. Нешков, С.Б. Суворова;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Л.С.Атанасян, В,Ф,Бутузов, С.Б.Кадомцев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2018 г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Алгебра. Сборник рабочих программ. 7-9 классы: учеб. пособие для общеобразоват. организаций и Геометрия. Сборник рабочих программ. 7-9 классы: пособие для общеобразоват. организаций.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сост. Т.А. Бурмистрова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М.: Просвещение, 2016 г </w:t>
            </w:r>
          </w:p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Просвещение, 2014 г.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Алгебра 8 класс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Геометрия 78класс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Ю.Н. Макарычев, Н.Г. Миндюк, К.И. Нешков, С.Б. Суворова;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Л.С.Атанасян, В,Ф,Бутузов, С.Б.Кадомцев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2018 г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Информатика. Программы для основной школы.5-6 классы. 7-9 классы.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Л.Л.Босова А.Ю.Босова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Бином. Лаборатория знаний. 2013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AB7FAE" w:rsidRDefault="009F33CE" w:rsidP="009B04C5">
            <w:pPr>
              <w:pStyle w:val="Heading1"/>
              <w:spacing w:before="180" w:after="180"/>
              <w:ind w:left="0" w:right="150"/>
              <w:rPr>
                <w:sz w:val="24"/>
                <w:szCs w:val="24"/>
              </w:rPr>
            </w:pPr>
            <w:r w:rsidRPr="00AB7FAE">
              <w:rPr>
                <w:sz w:val="24"/>
                <w:szCs w:val="24"/>
              </w:rPr>
              <w:t xml:space="preserve">Информатика. Учебник для 7 класса.  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Л.Л.Босова А.Ю.Босова</w:t>
            </w: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Бином. Лаборатория знаний. 2017г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Информатика. Программы для основной школы.5-6 классы. 7-9 классы.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Л.Л.Босова А.Ю.Босова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Бином. Лаборатория знаний. 2013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AB7FAE" w:rsidRDefault="009F33CE" w:rsidP="009B04C5">
            <w:pPr>
              <w:pStyle w:val="Heading1"/>
              <w:spacing w:before="180" w:after="180"/>
              <w:ind w:left="0" w:right="150"/>
              <w:rPr>
                <w:sz w:val="24"/>
                <w:szCs w:val="24"/>
              </w:rPr>
            </w:pPr>
            <w:r w:rsidRPr="00AB7FAE">
              <w:rPr>
                <w:sz w:val="24"/>
                <w:szCs w:val="24"/>
              </w:rPr>
              <w:t xml:space="preserve">Информатика. Учебник для 78класса.  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Л.Л.Босова А.Ю.Босова</w:t>
            </w: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Бином. Лаборатория знаний. 2018г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 xml:space="preserve">Информатика. Программы для основной школы.5-6 классы. 7-9 классы.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Л.Л.Босова А.Ю.Босова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ind w:firstLine="20"/>
              <w:rPr>
                <w:rFonts w:ascii="Times New Roman" w:hAnsi="Times New Roman"/>
                <w:iCs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Бином. Лаборатория знаний. 2013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AB7FAE" w:rsidRDefault="009F33CE" w:rsidP="009B04C5">
            <w:pPr>
              <w:pStyle w:val="Heading1"/>
              <w:spacing w:before="180" w:after="180"/>
              <w:ind w:left="0" w:right="150"/>
              <w:rPr>
                <w:sz w:val="24"/>
                <w:szCs w:val="24"/>
              </w:rPr>
            </w:pPr>
            <w:r w:rsidRPr="00AB7FAE">
              <w:rPr>
                <w:sz w:val="24"/>
                <w:szCs w:val="24"/>
              </w:rPr>
              <w:t xml:space="preserve">Информатика. Учебник для 78класса.  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Л.Л.Босова А.Ю.Босова</w:t>
            </w:r>
            <w:r w:rsidRPr="00EB6B3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iCs/>
                <w:sz w:val="24"/>
                <w:szCs w:val="24"/>
              </w:rPr>
              <w:t>М.: Бином. Лаборатория знаний. 2018г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Предметная линия учебников  А.А.Вигасина – О.С.Сороко-Цюпы.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Вигасин А.А., Годер Г.И.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 История Древнего мира. 5 класс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А.А.Вигасин 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Г.И..Годер 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И.С. Свинцицкая</w:t>
            </w:r>
          </w:p>
          <w:p w:rsidR="009F33CE" w:rsidRPr="00EB6B38" w:rsidRDefault="009F33CE" w:rsidP="009B04C5">
            <w:pPr>
              <w:spacing w:after="0" w:line="240" w:lineRule="auto"/>
              <w:ind w:right="139"/>
              <w:rPr>
                <w:rFonts w:ascii="Times New Roman" w:hAnsi="Times New Roman"/>
              </w:rPr>
            </w:pPr>
          </w:p>
          <w:p w:rsidR="009F33CE" w:rsidRPr="00EB6B38" w:rsidRDefault="009F33CE" w:rsidP="009B04C5">
            <w:pPr>
              <w:spacing w:after="0" w:line="240" w:lineRule="auto"/>
              <w:ind w:right="139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Предметная линия учебников  А.А.Вигасина – О.С.Сороко-Цюпы.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Вигасин А.А., Годер Г.И.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История средних веков 6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Е.В. Агибалова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Г.М. Донской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2016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 История России 6-9 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Н.М.Арсеньев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Данилов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П.С.Стефановия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История России 6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Н.М. Арсентьев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Данилов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 П.С. Стефанович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2016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Предметная линия учебников  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А.Я Юдовская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П.А.Баранов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Л.М.Ванюшкина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Вигасин А.А., Годер Г.И.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История нового времени 7 класс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А.Я. Юдовская П.А. Баранов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Л.М. Ванюшкина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2017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 История России 6-9 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Данилов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О.Н.Журавлёва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И.Е.Барыкина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История России 7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Н.М. Арсентьев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Данилов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 П.С. Стефанович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EB6B38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Предметная линия учебников  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А.Я Юдовская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П.А.Баранов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Л.М.Ванюшкина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Вигасин А.А., Годер Г.И.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История нового времени 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А.Я. Юдовская П.А. Баранов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Л.М. Ванюшкина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 История России 6-9 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Данилов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О.Н.Журавлёва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И.Е.Барыкина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История России 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Н.М. Арсентьев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Данилов</w:t>
            </w:r>
          </w:p>
          <w:p w:rsidR="009F33CE" w:rsidRPr="00EB6B38" w:rsidRDefault="009F33CE" w:rsidP="009B04C5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 П.С. Стефанович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9B04C5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9B0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 История России 6-9 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Данилов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О.Н.Журавлёва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И.Е.Барыкина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История России 9 </w:t>
            </w:r>
            <w:r w:rsidRPr="00EB6B38">
              <w:rPr>
                <w:rFonts w:ascii="Times New Roman" w:hAnsi="Times New Roman"/>
              </w:rPr>
              <w:t>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Н.М. Арсентьев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Данилов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 П.С. Стефанович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9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</w:t>
            </w:r>
          </w:p>
          <w:p w:rsidR="009F33CE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Предметная линия учебников  </w:t>
            </w:r>
          </w:p>
          <w:p w:rsidR="009F33CE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А.Я Юдовская</w:t>
            </w:r>
          </w:p>
          <w:p w:rsidR="009F33CE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П.А.Баранов</w:t>
            </w:r>
          </w:p>
          <w:p w:rsidR="009F33CE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Л.М.Ванюшкина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А.Я.Юдовская</w:t>
            </w:r>
          </w:p>
          <w:p w:rsidR="009F33CE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П.А.Баранов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Всеобщая история.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История нового времени </w:t>
            </w:r>
            <w:r w:rsidRPr="00EB6B38">
              <w:rPr>
                <w:rFonts w:ascii="Times New Roman" w:hAnsi="Times New Roman"/>
              </w:rPr>
              <w:t xml:space="preserve"> класс</w:t>
            </w:r>
            <w:r>
              <w:rPr>
                <w:rFonts w:ascii="Times New Roman" w:hAnsi="Times New Roman"/>
              </w:rPr>
              <w:t xml:space="preserve"> 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А.Я. Юдовская П.А. Баранов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Л.М. Ванюшкина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 Обществознание Предметная линия учебников  под редакцией Л.Н.Боголюбова 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Боголюбов Л.Н.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Обществознание.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6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Л.Н. Боголюбов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Виноградова Н.Ф. Городецкая Н.И.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Обществознание.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Предметная линия учебников  под редакцией Л.Н.Боголюбова.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Боголюбов Л.Н.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Обществознание.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7класс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Л.Н. Боголюбов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Виноградова Н.Ф. Городецкая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Обществознание.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Предметная линия учебников  под редакцией Л.Н.Боголюбова.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Боголюбов Л.Н.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Обществознание.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8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Л.Н. Боголюбов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Виноградова Н.Ф. Городецкая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Обществознание.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Предметная линия учебников  под редакцией Л.Н.Боголюбова.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Боголюбов Л.Н.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Просвещение 2019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Обществознание.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EB6B38">
              <w:rPr>
                <w:rFonts w:ascii="Times New Roman" w:hAnsi="Times New Roman"/>
              </w:rPr>
              <w:t xml:space="preserve">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Л.Н. Боголюбов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Виноградова Н.Ф. Городецкая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>Программа «География». 5 – 9 классы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AB7FAE" w:rsidRDefault="009F33CE" w:rsidP="00291360">
            <w:pPr>
              <w:pStyle w:val="a2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>Домогацких Е.М.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  <w:iCs/>
              </w:rPr>
              <w:t>(Авт.-сост. Н.В. Болотникова)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География. Введение в географию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Е.М. Домогацких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Э.Л. Введенский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Плешаков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>Программа «География». 5 – 9 классы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AB7FAE" w:rsidRDefault="009F33CE" w:rsidP="00291360">
            <w:pPr>
              <w:pStyle w:val="a2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>Домогацких Е.М.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  <w:iCs/>
              </w:rPr>
              <w:t>(Авт.-сост. Н.В. Болотникова)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География.  6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Е.М. Домогацких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Э.Л. Введенский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Плешаков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>Программа «География». 5 – 9 классы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AB7FAE" w:rsidRDefault="009F33CE" w:rsidP="00291360">
            <w:pPr>
              <w:pStyle w:val="a2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>Домогацких Е.М.</w:t>
            </w:r>
          </w:p>
          <w:p w:rsidR="009F33CE" w:rsidRPr="00AB7FAE" w:rsidRDefault="009F33CE" w:rsidP="00291360">
            <w:pPr>
              <w:pStyle w:val="a2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>(Авт.-сост. Н.В. Болотникова)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География.  7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Е.М. Домогацких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Э.Л. Введенский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Плешаков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>Программа «География». 5 – 9 классы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AB7FAE" w:rsidRDefault="009F33CE" w:rsidP="00291360">
            <w:pPr>
              <w:pStyle w:val="a2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>Домогацких Е.М.</w:t>
            </w:r>
          </w:p>
          <w:p w:rsidR="009F33CE" w:rsidRPr="00AB7FAE" w:rsidRDefault="009F33CE" w:rsidP="00291360">
            <w:pPr>
              <w:pStyle w:val="a2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>(Авт.-сост. Н.В. Болотникова)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2017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География.  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Е.М. Домогацких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Н.И.Алексеевский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>Программа «География». 5 – 9 классы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AB7FAE" w:rsidRDefault="009F33CE" w:rsidP="00291360">
            <w:pPr>
              <w:pStyle w:val="a2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>Домогацких Е.М.</w:t>
            </w:r>
          </w:p>
          <w:p w:rsidR="009F33CE" w:rsidRPr="00AB7FAE" w:rsidRDefault="009F33CE" w:rsidP="00291360">
            <w:pPr>
              <w:pStyle w:val="a2"/>
              <w:jc w:val="center"/>
              <w:rPr>
                <w:rFonts w:cs="Times New Roman"/>
                <w:iCs/>
              </w:rPr>
            </w:pPr>
            <w:r w:rsidRPr="00AB7FAE">
              <w:rPr>
                <w:rFonts w:cs="Times New Roman"/>
                <w:iCs/>
              </w:rPr>
              <w:t>(Авт.-сост. Н.В. Болотникова)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Русское слово 2019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География.  9</w:t>
            </w:r>
            <w:r w:rsidRPr="00EB6B38">
              <w:rPr>
                <w:rFonts w:ascii="Times New Roman" w:hAnsi="Times New Roman"/>
              </w:rPr>
              <w:t>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Е.М. Домогацких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Н.И.Алексеевский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Русское слово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Программы для общеобразовательных учреждений. Биология.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  <w:iCs/>
              </w:rPr>
              <w:t>В.В.Пасечник Сборник Г.М.Пальдяева.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Биология. Бактерии, грибы, растения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В.В. Пасечник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Программы для общеобразовательных учреждений. Биология. 5-11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>В.В.Пасечник Сборник Г.М.Пальдяева.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Биология.6 класс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Многообразие покрытосеменных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В.В. Пасечник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Программы для общеобразовательных учреждений. Биология.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>В.В.Пасечник Сборник Г.М.Пальдяева.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Биология. 7 класс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Животные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В.В.Латюшин,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В.А. Шапкин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Программы для общеобразовательных учреждений. Биология.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 xml:space="preserve">В.В.Пасечник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Биология. 8 класс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Д.В.Колесов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Программы для общеобразовательных учреждений. Биология.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  <w:iCs/>
              </w:rPr>
            </w:pPr>
            <w:r w:rsidRPr="00EB6B38">
              <w:rPr>
                <w:rFonts w:ascii="Times New Roman" w:hAnsi="Times New Roman"/>
                <w:iCs/>
              </w:rPr>
              <w:t xml:space="preserve">В.В.Пасечник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Биология. 8 класс</w:t>
            </w:r>
          </w:p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Д.В.Колесов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Программы общеобразовательных учреждений.  Музыка 5-7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Сергеева Г.П., Критская Е.Д.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Музыка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Сергеева Г.П., Критская Е.Д.</w:t>
            </w:r>
          </w:p>
          <w:p w:rsidR="009F33CE" w:rsidRPr="00EB6B38" w:rsidRDefault="009F33CE" w:rsidP="00291360">
            <w:pPr>
              <w:spacing w:after="0" w:line="240" w:lineRule="auto"/>
              <w:ind w:right="139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Программы общеобразовательных учреждений.  Музыка 5-7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Сергеева Г.П., Критская Е.Д.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Музыка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6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Сергеева Г.П., Критская Е.Д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Программы общеобразовательных учреждений.  Музыка 5-7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Сергеева Г.П., Критская Е.Д.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Музыка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7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Сергеева Г.П., Критская Е.Д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Программы общеобразовательных учреждений.  Музыка 5-8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Сергеева Г.П., Критская Е.Д.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2017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Музыка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8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Сергеева Г.П., Критская Е.Д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Программа общеобразовательных учреждений по изобразительному искусству.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Неменский Б.М.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Просвещение.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Изобразительное искусство. 5 класс</w:t>
            </w:r>
          </w:p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Неменская Л.А.</w:t>
            </w:r>
          </w:p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Просвещение. 2015-2016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Программа общеобразовательных учреждений по изобразительному искусству.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Неменский Б.М.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Просвещение.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Изобразительное искусство. 6 класс</w:t>
            </w:r>
          </w:p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Неменская Л.А.</w:t>
            </w:r>
          </w:p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Просвещение.</w:t>
            </w:r>
          </w:p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Программа общеобразовательных учреждений по изобразительному искусству.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Неменский Б.М.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Просвещение.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Изобразительное искусство. 7 класс</w:t>
            </w:r>
          </w:p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Неменская Л.А.</w:t>
            </w:r>
          </w:p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Просвещение.</w:t>
            </w:r>
          </w:p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Программа общеобразовательных учреждений. Комплексная программа физического воспитания 1-11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В.И.Лях,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Зданевич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Физическая культура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5-6-7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Виленский М.Я., Туревский И.М., Торочкова Т.Ю.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Программа общеобразовательных учреждений. Комплексная программа физического воспитания 1-11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В.И.Лях,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Зданевич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Физическая культура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5-6-7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Виленский М.Я., Туревский И.М., Торочкова Т.Ю.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Программа общеобразовательных учреждений. Комплексная программа физического воспитания 1-11 классы.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В.И.Лях,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А.А. Зданевич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Физическая культура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5-6-7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Виленский М.Я., Туревский И.М., Торочкова Т.Ю.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Рабочие программы 5-9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В.И.Лях,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2012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Физическая культура 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8-9 класс</w:t>
            </w:r>
          </w:p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В.И.Лях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291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Рабочие программы 5-9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В.И.Лях,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Просвещение 2012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Физическая культура 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8-9 класс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В.И.Лях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10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Примерные программы по учебным предметам. Технология. 5-9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1499"/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Н.В. Синица, П.С. Самородский,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Технология. 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5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-13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Н.В. Синица, П.С. Самородский, В.Д. Симоненко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10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Примерные программы по учебным предметам. Технология.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1499"/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Н.В. Синица, П.С. Самородский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Технология. 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6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-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Н.В. Синица, П.С. Самородский, В.Д. Симоненко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10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Примерные программы по учебным предметам. Технология.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1499"/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Н.В. Синица, П.С. Самородский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Технология. 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7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-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Н.В. Синица, П.С. Самородский, В.Д. Симоненко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rPr>
          <w:trHeight w:val="10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Учебная предметная программа 5-8(9)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1499"/>
                <w:tab w:val="left" w:pos="40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Н.В. Синица, П.С. Самородский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Вентана-Граф 2018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Технология. 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-1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Н.В.Матяш А.А.Электов В.Д.Симоненко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Вентана-Граф 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</w:rPr>
              <w:t>Основы духовно-нравственной культуры народов России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Основы религиозных культур и светской этики. Программы общеобразовательных учреждений.</w:t>
            </w:r>
            <w:r w:rsidRPr="00EB6B38">
              <w:rPr>
                <w:rFonts w:ascii="Times New Roman" w:hAnsi="Times New Roman"/>
                <w:bCs/>
              </w:rPr>
              <w:t xml:space="preserve"> 4-5 классы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А.Я. Данилюк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Просвещение </w:t>
            </w:r>
            <w:r w:rsidRPr="00EB6B38">
              <w:rPr>
                <w:rFonts w:ascii="Times New Roman" w:hAnsi="Times New Roman"/>
                <w:bCs/>
              </w:rPr>
              <w:t>2012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Основы духовно-нравственной культуры народов России. Основы религиозных культур и светской этики. Основы мировых религиозных культур. 4-5 классы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Беглов А.Л.,</w:t>
            </w:r>
          </w:p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Саплина Е.В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Физика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 Физика 7-9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Е.Н.Тихонова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Физика</w:t>
            </w:r>
          </w:p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7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Пёрышкин А.В.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Физика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 Физика 7-9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Е.Н.Тихонова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Физика</w:t>
            </w:r>
          </w:p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Пёрышкин А.В.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Физика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программы. Физика 7-9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Е.Н.Тихонова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Физика</w:t>
            </w:r>
          </w:p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Пёрышкин А.В.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</w:t>
            </w:r>
          </w:p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Основы безопасности жизнедеятельности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Рабочие программы 5-9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А.Т.Смирнова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2016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Основы безопасности жизнедеятельности 8 класс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Смирнов А.Т.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Просвещение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</w:t>
            </w:r>
            <w:bookmarkStart w:id="0" w:name="_GoBack"/>
            <w:bookmarkEnd w:id="0"/>
            <w:r w:rsidRPr="00EB6B38">
              <w:rPr>
                <w:rFonts w:ascii="Times New Roman" w:hAnsi="Times New Roman"/>
              </w:rPr>
              <w:t>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Рабочая программа химия 7-9 класс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О.С.Габриелян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 2017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Химия 8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О.С.Габриелян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  <w:tr w:rsidR="009F33CE" w:rsidRPr="00EB6B38" w:rsidTr="003F57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 xml:space="preserve">Рабочая программа химия 7-9 класс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О.С.Габриелян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 2017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snapToGrid w:val="0"/>
              <w:spacing w:after="0" w:line="240" w:lineRule="auto"/>
              <w:ind w:righ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 9</w:t>
            </w:r>
            <w:r w:rsidRPr="00EB6B38">
              <w:rPr>
                <w:rFonts w:ascii="Times New Roman" w:hAnsi="Times New Roman"/>
              </w:rPr>
              <w:t xml:space="preserve">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both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О.С.Габриелян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Дрофа 2018 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3CE" w:rsidRPr="00EB6B38" w:rsidRDefault="009F33CE" w:rsidP="003F57A6">
            <w:pPr>
              <w:tabs>
                <w:tab w:val="left" w:pos="4020"/>
              </w:tabs>
              <w:snapToGrid w:val="0"/>
              <w:spacing w:after="0" w:line="240" w:lineRule="auto"/>
              <w:ind w:right="139"/>
              <w:jc w:val="center"/>
              <w:rPr>
                <w:rFonts w:ascii="Times New Roman" w:hAnsi="Times New Roman"/>
              </w:rPr>
            </w:pPr>
            <w:r w:rsidRPr="00EB6B38">
              <w:rPr>
                <w:rFonts w:ascii="Times New Roman" w:hAnsi="Times New Roman"/>
              </w:rPr>
              <w:t>100%</w:t>
            </w:r>
          </w:p>
        </w:tc>
      </w:tr>
    </w:tbl>
    <w:p w:rsidR="009F33CE" w:rsidRPr="00AB7FAE" w:rsidRDefault="009F33CE" w:rsidP="00D970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F33CE" w:rsidRPr="00AB7FAE" w:rsidSect="00D970BC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3CE" w:rsidRDefault="009F33CE" w:rsidP="00D406B3">
      <w:pPr>
        <w:spacing w:after="0" w:line="240" w:lineRule="auto"/>
      </w:pPr>
      <w:r>
        <w:separator/>
      </w:r>
    </w:p>
  </w:endnote>
  <w:endnote w:type="continuationSeparator" w:id="0">
    <w:p w:rsidR="009F33CE" w:rsidRDefault="009F33CE" w:rsidP="00D4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DejaVu San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CE" w:rsidRDefault="009F33CE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9F33CE" w:rsidRDefault="009F33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3CE" w:rsidRDefault="009F33CE" w:rsidP="00D406B3">
      <w:pPr>
        <w:spacing w:after="0" w:line="240" w:lineRule="auto"/>
      </w:pPr>
      <w:r>
        <w:separator/>
      </w:r>
    </w:p>
  </w:footnote>
  <w:footnote w:type="continuationSeparator" w:id="0">
    <w:p w:rsidR="009F33CE" w:rsidRDefault="009F33CE" w:rsidP="00D40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4E50774"/>
    <w:multiLevelType w:val="hybridMultilevel"/>
    <w:tmpl w:val="832A520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7522E"/>
    <w:multiLevelType w:val="hybridMultilevel"/>
    <w:tmpl w:val="0A141E16"/>
    <w:lvl w:ilvl="0" w:tplc="47807E9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42324"/>
    <w:multiLevelType w:val="hybridMultilevel"/>
    <w:tmpl w:val="F43AF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D33D7A"/>
    <w:multiLevelType w:val="hybridMultilevel"/>
    <w:tmpl w:val="8C6C70DE"/>
    <w:lvl w:ilvl="0" w:tplc="82C2A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A0DA45B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830233"/>
    <w:multiLevelType w:val="hybridMultilevel"/>
    <w:tmpl w:val="C5BEC6C4"/>
    <w:lvl w:ilvl="0" w:tplc="A8AE9668">
      <w:start w:val="1"/>
      <w:numFmt w:val="decimal"/>
      <w:lvlText w:val="%1"/>
      <w:lvlJc w:val="left"/>
      <w:pPr>
        <w:tabs>
          <w:tab w:val="num" w:pos="1875"/>
        </w:tabs>
        <w:ind w:left="18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  <w:rPr>
        <w:rFonts w:cs="Times New Roman"/>
      </w:rPr>
    </w:lvl>
  </w:abstractNum>
  <w:abstractNum w:abstractNumId="7">
    <w:nsid w:val="141227A7"/>
    <w:multiLevelType w:val="hybridMultilevel"/>
    <w:tmpl w:val="3822E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9962B7"/>
    <w:multiLevelType w:val="hybridMultilevel"/>
    <w:tmpl w:val="1AB2933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BB36E6"/>
    <w:multiLevelType w:val="hybridMultilevel"/>
    <w:tmpl w:val="956AA4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B48D3"/>
    <w:multiLevelType w:val="hybridMultilevel"/>
    <w:tmpl w:val="056E975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812F87"/>
    <w:multiLevelType w:val="hybridMultilevel"/>
    <w:tmpl w:val="62360F7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10B7572"/>
    <w:multiLevelType w:val="hybridMultilevel"/>
    <w:tmpl w:val="C2B0912E"/>
    <w:lvl w:ilvl="0" w:tplc="8C0625B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9E355D"/>
    <w:multiLevelType w:val="hybridMultilevel"/>
    <w:tmpl w:val="0B006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BC04695"/>
    <w:multiLevelType w:val="hybridMultilevel"/>
    <w:tmpl w:val="05087D40"/>
    <w:lvl w:ilvl="0" w:tplc="8C0625B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F41586"/>
    <w:multiLevelType w:val="hybridMultilevel"/>
    <w:tmpl w:val="DDAEDCAE"/>
    <w:lvl w:ilvl="0" w:tplc="8C0625B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C482CCA"/>
    <w:multiLevelType w:val="hybridMultilevel"/>
    <w:tmpl w:val="86E4801C"/>
    <w:lvl w:ilvl="0" w:tplc="11600900">
      <w:start w:val="1"/>
      <w:numFmt w:val="none"/>
      <w:lvlText w:val="%1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35937ED"/>
    <w:multiLevelType w:val="multilevel"/>
    <w:tmpl w:val="08E0CF70"/>
    <w:lvl w:ilvl="0">
      <w:start w:val="1"/>
      <w:numFmt w:val="none"/>
      <w:lvlText w:val="%11."/>
      <w:lvlJc w:val="right"/>
      <w:pPr>
        <w:tabs>
          <w:tab w:val="num" w:pos="1875"/>
        </w:tabs>
        <w:ind w:left="187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  <w:rPr>
        <w:rFonts w:cs="Times New Roman"/>
      </w:rPr>
    </w:lvl>
  </w:abstractNum>
  <w:abstractNum w:abstractNumId="18">
    <w:nsid w:val="5C2A0099"/>
    <w:multiLevelType w:val="hybridMultilevel"/>
    <w:tmpl w:val="42D091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A444EA"/>
    <w:multiLevelType w:val="hybridMultilevel"/>
    <w:tmpl w:val="313E8056"/>
    <w:lvl w:ilvl="0" w:tplc="8C0625B2">
      <w:start w:val="1"/>
      <w:numFmt w:val="decimal"/>
      <w:lvlText w:val="%1"/>
      <w:lvlJc w:val="left"/>
      <w:pPr>
        <w:tabs>
          <w:tab w:val="num" w:pos="2235"/>
        </w:tabs>
        <w:ind w:left="22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  <w:rPr>
        <w:rFonts w:cs="Times New Roman"/>
      </w:rPr>
    </w:lvl>
  </w:abstractNum>
  <w:abstractNum w:abstractNumId="20">
    <w:nsid w:val="707C1937"/>
    <w:multiLevelType w:val="hybridMultilevel"/>
    <w:tmpl w:val="10FA9D16"/>
    <w:lvl w:ilvl="0" w:tplc="0419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1">
    <w:nsid w:val="73636454"/>
    <w:multiLevelType w:val="hybridMultilevel"/>
    <w:tmpl w:val="7EB8D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38A53C3"/>
    <w:multiLevelType w:val="hybridMultilevel"/>
    <w:tmpl w:val="A1EEC25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3D1CB0"/>
    <w:multiLevelType w:val="hybridMultilevel"/>
    <w:tmpl w:val="7624D1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794C3C58"/>
    <w:multiLevelType w:val="hybridMultilevel"/>
    <w:tmpl w:val="646C097E"/>
    <w:lvl w:ilvl="0" w:tplc="96B87E3C">
      <w:numFmt w:val="bullet"/>
      <w:lvlText w:val="•"/>
      <w:lvlJc w:val="left"/>
      <w:pPr>
        <w:ind w:left="988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ACB20EE"/>
    <w:multiLevelType w:val="hybridMultilevel"/>
    <w:tmpl w:val="1F568468"/>
    <w:lvl w:ilvl="0" w:tplc="8C0625B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BF541CE"/>
    <w:multiLevelType w:val="multilevel"/>
    <w:tmpl w:val="E04ECF02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C1A5050"/>
    <w:multiLevelType w:val="hybridMultilevel"/>
    <w:tmpl w:val="EF982E6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8">
    <w:nsid w:val="7CCB469B"/>
    <w:multiLevelType w:val="hybridMultilevel"/>
    <w:tmpl w:val="59B024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CFC2E68"/>
    <w:multiLevelType w:val="multilevel"/>
    <w:tmpl w:val="1F56846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D7D078E"/>
    <w:multiLevelType w:val="hybridMultilevel"/>
    <w:tmpl w:val="E04ECF02"/>
    <w:lvl w:ilvl="0" w:tplc="8C0625B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13"/>
  </w:num>
  <w:num w:numId="3">
    <w:abstractNumId w:val="23"/>
  </w:num>
  <w:num w:numId="4">
    <w:abstractNumId w:val="18"/>
  </w:num>
  <w:num w:numId="5">
    <w:abstractNumId w:val="5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0"/>
  </w:num>
  <w:num w:numId="11">
    <w:abstractNumId w:val="1"/>
  </w:num>
  <w:num w:numId="12">
    <w:abstractNumId w:val="3"/>
  </w:num>
  <w:num w:numId="13">
    <w:abstractNumId w:val="24"/>
  </w:num>
  <w:num w:numId="14">
    <w:abstractNumId w:val="7"/>
  </w:num>
  <w:num w:numId="15">
    <w:abstractNumId w:val="2"/>
  </w:num>
  <w:num w:numId="16">
    <w:abstractNumId w:val="20"/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2"/>
  </w:num>
  <w:num w:numId="24">
    <w:abstractNumId w:val="16"/>
  </w:num>
  <w:num w:numId="25">
    <w:abstractNumId w:val="12"/>
  </w:num>
  <w:num w:numId="26">
    <w:abstractNumId w:val="15"/>
  </w:num>
  <w:num w:numId="27">
    <w:abstractNumId w:val="25"/>
  </w:num>
  <w:num w:numId="28">
    <w:abstractNumId w:val="30"/>
  </w:num>
  <w:num w:numId="29">
    <w:abstractNumId w:val="26"/>
  </w:num>
  <w:num w:numId="30">
    <w:abstractNumId w:val="14"/>
  </w:num>
  <w:num w:numId="31">
    <w:abstractNumId w:val="29"/>
  </w:num>
  <w:num w:numId="32">
    <w:abstractNumId w:val="6"/>
  </w:num>
  <w:num w:numId="33">
    <w:abstractNumId w:val="17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0BC"/>
    <w:rsid w:val="00014318"/>
    <w:rsid w:val="00016338"/>
    <w:rsid w:val="00023A8F"/>
    <w:rsid w:val="000518DB"/>
    <w:rsid w:val="000B7580"/>
    <w:rsid w:val="000C0A9F"/>
    <w:rsid w:val="000E62B0"/>
    <w:rsid w:val="000F183F"/>
    <w:rsid w:val="00100B5C"/>
    <w:rsid w:val="0011486C"/>
    <w:rsid w:val="00120DE9"/>
    <w:rsid w:val="001366DB"/>
    <w:rsid w:val="001674D1"/>
    <w:rsid w:val="00173CFC"/>
    <w:rsid w:val="001B3C9D"/>
    <w:rsid w:val="001C31C5"/>
    <w:rsid w:val="001C7B87"/>
    <w:rsid w:val="001D108C"/>
    <w:rsid w:val="001D5FEE"/>
    <w:rsid w:val="00211254"/>
    <w:rsid w:val="00224C26"/>
    <w:rsid w:val="00233C48"/>
    <w:rsid w:val="0025629A"/>
    <w:rsid w:val="002635D9"/>
    <w:rsid w:val="00265510"/>
    <w:rsid w:val="00291360"/>
    <w:rsid w:val="0029420D"/>
    <w:rsid w:val="002A2BC7"/>
    <w:rsid w:val="002B30D7"/>
    <w:rsid w:val="002B4B49"/>
    <w:rsid w:val="002D088E"/>
    <w:rsid w:val="002E1641"/>
    <w:rsid w:val="00304989"/>
    <w:rsid w:val="00317DFB"/>
    <w:rsid w:val="00347628"/>
    <w:rsid w:val="003524D5"/>
    <w:rsid w:val="003628F3"/>
    <w:rsid w:val="003724B5"/>
    <w:rsid w:val="00381BB7"/>
    <w:rsid w:val="003902D4"/>
    <w:rsid w:val="00390DB6"/>
    <w:rsid w:val="003921B8"/>
    <w:rsid w:val="0039754C"/>
    <w:rsid w:val="003B0A82"/>
    <w:rsid w:val="003C15CA"/>
    <w:rsid w:val="003D10BD"/>
    <w:rsid w:val="003D3C5C"/>
    <w:rsid w:val="003D5896"/>
    <w:rsid w:val="003D7710"/>
    <w:rsid w:val="003F57A6"/>
    <w:rsid w:val="004111AA"/>
    <w:rsid w:val="00412782"/>
    <w:rsid w:val="00414A85"/>
    <w:rsid w:val="0041596F"/>
    <w:rsid w:val="00420633"/>
    <w:rsid w:val="00443010"/>
    <w:rsid w:val="004622FE"/>
    <w:rsid w:val="00491763"/>
    <w:rsid w:val="004969B9"/>
    <w:rsid w:val="004B39AB"/>
    <w:rsid w:val="005253AD"/>
    <w:rsid w:val="00581754"/>
    <w:rsid w:val="00581A53"/>
    <w:rsid w:val="005D4587"/>
    <w:rsid w:val="005F3B71"/>
    <w:rsid w:val="00644A30"/>
    <w:rsid w:val="006940DC"/>
    <w:rsid w:val="006A0564"/>
    <w:rsid w:val="006B5E90"/>
    <w:rsid w:val="006D2938"/>
    <w:rsid w:val="006E4E47"/>
    <w:rsid w:val="006F3F46"/>
    <w:rsid w:val="006F5249"/>
    <w:rsid w:val="00700983"/>
    <w:rsid w:val="007351B8"/>
    <w:rsid w:val="00757ED5"/>
    <w:rsid w:val="00795ACD"/>
    <w:rsid w:val="007B4AF7"/>
    <w:rsid w:val="007F4D80"/>
    <w:rsid w:val="00883939"/>
    <w:rsid w:val="0089420B"/>
    <w:rsid w:val="008C4B90"/>
    <w:rsid w:val="00913D06"/>
    <w:rsid w:val="009360D6"/>
    <w:rsid w:val="00960E9B"/>
    <w:rsid w:val="00972AA3"/>
    <w:rsid w:val="0097309E"/>
    <w:rsid w:val="00974AE9"/>
    <w:rsid w:val="00977D90"/>
    <w:rsid w:val="009810D5"/>
    <w:rsid w:val="009903B5"/>
    <w:rsid w:val="009B04C5"/>
    <w:rsid w:val="009B307E"/>
    <w:rsid w:val="009D24EA"/>
    <w:rsid w:val="009D6F79"/>
    <w:rsid w:val="009E1484"/>
    <w:rsid w:val="009F33CE"/>
    <w:rsid w:val="00A47695"/>
    <w:rsid w:val="00A67FC8"/>
    <w:rsid w:val="00A869D3"/>
    <w:rsid w:val="00AA2074"/>
    <w:rsid w:val="00AA59B9"/>
    <w:rsid w:val="00AB7FAE"/>
    <w:rsid w:val="00AC17B3"/>
    <w:rsid w:val="00AC4D5A"/>
    <w:rsid w:val="00B34CEF"/>
    <w:rsid w:val="00B3741B"/>
    <w:rsid w:val="00B43859"/>
    <w:rsid w:val="00B451E8"/>
    <w:rsid w:val="00BA1217"/>
    <w:rsid w:val="00BA76B6"/>
    <w:rsid w:val="00BC1A1E"/>
    <w:rsid w:val="00BE217F"/>
    <w:rsid w:val="00C129F0"/>
    <w:rsid w:val="00C276B1"/>
    <w:rsid w:val="00C354BD"/>
    <w:rsid w:val="00C6122D"/>
    <w:rsid w:val="00C749C4"/>
    <w:rsid w:val="00CA7B19"/>
    <w:rsid w:val="00CB4D02"/>
    <w:rsid w:val="00CC2604"/>
    <w:rsid w:val="00CD5DED"/>
    <w:rsid w:val="00CE7239"/>
    <w:rsid w:val="00D00D67"/>
    <w:rsid w:val="00D16B3C"/>
    <w:rsid w:val="00D406B3"/>
    <w:rsid w:val="00D4529D"/>
    <w:rsid w:val="00D465C8"/>
    <w:rsid w:val="00D820C3"/>
    <w:rsid w:val="00D847D9"/>
    <w:rsid w:val="00D860C7"/>
    <w:rsid w:val="00D936F5"/>
    <w:rsid w:val="00D9448F"/>
    <w:rsid w:val="00D970BC"/>
    <w:rsid w:val="00E26588"/>
    <w:rsid w:val="00E4328C"/>
    <w:rsid w:val="00E46A26"/>
    <w:rsid w:val="00E53AFF"/>
    <w:rsid w:val="00E65D37"/>
    <w:rsid w:val="00E90240"/>
    <w:rsid w:val="00EA337A"/>
    <w:rsid w:val="00EA4A1D"/>
    <w:rsid w:val="00EB1C88"/>
    <w:rsid w:val="00EB6B38"/>
    <w:rsid w:val="00EE5B05"/>
    <w:rsid w:val="00F013B7"/>
    <w:rsid w:val="00F01954"/>
    <w:rsid w:val="00F06949"/>
    <w:rsid w:val="00F274C9"/>
    <w:rsid w:val="00F4660B"/>
    <w:rsid w:val="00F47440"/>
    <w:rsid w:val="00F62DA4"/>
    <w:rsid w:val="00F7483E"/>
    <w:rsid w:val="00FB516A"/>
    <w:rsid w:val="00FD19FC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301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970BC"/>
    <w:pPr>
      <w:keepNext/>
      <w:spacing w:after="0" w:line="240" w:lineRule="auto"/>
      <w:ind w:left="-1134" w:right="-1475"/>
      <w:outlineLvl w:val="0"/>
    </w:pPr>
    <w:rPr>
      <w:rFonts w:ascii="Times New Roman" w:hAnsi="Times New Roman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70BC"/>
    <w:pPr>
      <w:keepNext/>
      <w:spacing w:before="240" w:after="6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70BC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70BC"/>
    <w:rPr>
      <w:rFonts w:ascii="Cambria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D970BC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970BC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D970B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D970B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4">
    <w:name w:val="Font Style64"/>
    <w:uiPriority w:val="99"/>
    <w:rsid w:val="00D970BC"/>
    <w:rPr>
      <w:rFonts w:ascii="Times New Roman" w:hAnsi="Times New Roman"/>
      <w:sz w:val="22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D970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D970B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D970B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970B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D970BC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970BC"/>
    <w:rPr>
      <w:rFonts w:ascii="Times New Roman" w:eastAsia="Times New Roman" w:hAnsi="Times New Roman" w:cs="Times New Roman"/>
      <w:sz w:val="28"/>
      <w:szCs w:val="28"/>
    </w:rPr>
  </w:style>
  <w:style w:type="paragraph" w:styleId="BlockText">
    <w:name w:val="Block Text"/>
    <w:basedOn w:val="Normal"/>
    <w:uiPriority w:val="99"/>
    <w:rsid w:val="00D970BC"/>
    <w:pPr>
      <w:spacing w:after="0" w:line="240" w:lineRule="auto"/>
      <w:ind w:left="2992" w:right="2981"/>
      <w:jc w:val="both"/>
    </w:pPr>
    <w:rPr>
      <w:rFonts w:ascii="Arial" w:hAnsi="Arial" w:cs="Arial"/>
      <w:sz w:val="18"/>
      <w:szCs w:val="18"/>
    </w:rPr>
  </w:style>
  <w:style w:type="paragraph" w:customStyle="1" w:styleId="a0">
    <w:name w:val="Знак Знак Знак"/>
    <w:basedOn w:val="Normal"/>
    <w:uiPriority w:val="99"/>
    <w:rsid w:val="00D970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970BC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970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970BC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970BC"/>
    <w:rPr>
      <w:rFonts w:cs="Times New Roman"/>
    </w:rPr>
  </w:style>
  <w:style w:type="paragraph" w:customStyle="1" w:styleId="1">
    <w:name w:val="Знак1"/>
    <w:basedOn w:val="Normal"/>
    <w:uiPriority w:val="99"/>
    <w:rsid w:val="00D970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Знак"/>
    <w:basedOn w:val="Normal"/>
    <w:uiPriority w:val="99"/>
    <w:rsid w:val="00D970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D970BC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970BC"/>
    <w:rPr>
      <w:rFonts w:ascii="Tahoma" w:hAnsi="Tahoma" w:cs="Tahoma"/>
      <w:sz w:val="20"/>
      <w:szCs w:val="20"/>
      <w:shd w:val="clear" w:color="auto" w:fill="000080"/>
    </w:rPr>
  </w:style>
  <w:style w:type="character" w:customStyle="1" w:styleId="6">
    <w:name w:val="Знак Знак6"/>
    <w:uiPriority w:val="99"/>
    <w:rsid w:val="00D970BC"/>
    <w:rPr>
      <w:rFonts w:ascii="Tahoma" w:hAnsi="Tahoma"/>
      <w:sz w:val="16"/>
      <w:lang w:eastAsia="ru-RU"/>
    </w:rPr>
  </w:style>
  <w:style w:type="character" w:customStyle="1" w:styleId="5">
    <w:name w:val="Знак Знак5"/>
    <w:uiPriority w:val="99"/>
    <w:rsid w:val="00D970BC"/>
    <w:rPr>
      <w:rFonts w:ascii="Times New Roman" w:eastAsia="Times New Roman" w:hAnsi="Times New Roman"/>
      <w:sz w:val="28"/>
      <w:lang w:eastAsia="ru-RU"/>
    </w:rPr>
  </w:style>
  <w:style w:type="paragraph" w:customStyle="1" w:styleId="10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Normal"/>
    <w:uiPriority w:val="99"/>
    <w:rsid w:val="00D970BC"/>
    <w:pPr>
      <w:spacing w:after="160" w:line="240" w:lineRule="exact"/>
    </w:pPr>
    <w:rPr>
      <w:rFonts w:ascii="Times New Roman" w:hAnsi="Times New Roman" w:cs="Verdana"/>
      <w:sz w:val="28"/>
      <w:szCs w:val="28"/>
      <w:lang w:eastAsia="en-US" w:bidi="pa-IN"/>
    </w:rPr>
  </w:style>
  <w:style w:type="paragraph" w:customStyle="1" w:styleId="2">
    <w:name w:val="Знак2"/>
    <w:basedOn w:val="Normal"/>
    <w:uiPriority w:val="99"/>
    <w:rsid w:val="00D970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D970BC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970BC"/>
    <w:rPr>
      <w:rFonts w:ascii="Calibri" w:eastAsia="Times New Roman" w:hAnsi="Calibri" w:cs="Times New Roman"/>
      <w:lang w:eastAsia="en-US"/>
    </w:rPr>
  </w:style>
  <w:style w:type="paragraph" w:customStyle="1" w:styleId="11">
    <w:name w:val="Знак11"/>
    <w:basedOn w:val="Normal"/>
    <w:uiPriority w:val="99"/>
    <w:rsid w:val="00D970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D970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970B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970BC"/>
    <w:rPr>
      <w:rFonts w:ascii="Times New Roman" w:hAnsi="Times New Roman" w:cs="Times New Roman"/>
      <w:sz w:val="16"/>
      <w:szCs w:val="16"/>
    </w:rPr>
  </w:style>
  <w:style w:type="character" w:customStyle="1" w:styleId="12">
    <w:name w:val="Знак Знак1"/>
    <w:uiPriority w:val="99"/>
    <w:locked/>
    <w:rsid w:val="00D970BC"/>
    <w:rPr>
      <w:b/>
      <w:sz w:val="24"/>
      <w:lang w:val="ru-RU" w:eastAsia="ru-RU"/>
    </w:rPr>
  </w:style>
  <w:style w:type="character" w:customStyle="1" w:styleId="4">
    <w:name w:val="Знак Знак4"/>
    <w:uiPriority w:val="99"/>
    <w:locked/>
    <w:rsid w:val="00D970BC"/>
    <w:rPr>
      <w:lang w:val="ru-RU" w:eastAsia="ru-RU"/>
    </w:rPr>
  </w:style>
  <w:style w:type="paragraph" w:styleId="NormalWeb">
    <w:name w:val="Normal (Web)"/>
    <w:basedOn w:val="Normal"/>
    <w:uiPriority w:val="99"/>
    <w:rsid w:val="00D970BC"/>
    <w:pPr>
      <w:spacing w:after="21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70BC"/>
    <w:rPr>
      <w:rFonts w:cs="Times New Roman"/>
      <w:b/>
    </w:rPr>
  </w:style>
  <w:style w:type="character" w:customStyle="1" w:styleId="FontStyle63">
    <w:name w:val="Font Style63"/>
    <w:basedOn w:val="DefaultParagraphFont"/>
    <w:uiPriority w:val="99"/>
    <w:rsid w:val="00D970B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Обычный (веб)1"/>
    <w:basedOn w:val="Normal"/>
    <w:uiPriority w:val="99"/>
    <w:rsid w:val="00D970BC"/>
    <w:pPr>
      <w:suppressAutoHyphens/>
      <w:spacing w:before="280" w:after="280" w:line="240" w:lineRule="auto"/>
      <w:ind w:firstLine="300"/>
      <w:jc w:val="both"/>
    </w:pPr>
    <w:rPr>
      <w:rFonts w:ascii="Tahoma" w:hAnsi="Tahoma" w:cs="Tahoma"/>
      <w:color w:val="333333"/>
      <w:sz w:val="17"/>
      <w:szCs w:val="17"/>
      <w:lang w:eastAsia="ar-SA"/>
    </w:rPr>
  </w:style>
  <w:style w:type="paragraph" w:customStyle="1" w:styleId="NormalWeb1">
    <w:name w:val="Normal (Web)1"/>
    <w:basedOn w:val="Normal"/>
    <w:uiPriority w:val="99"/>
    <w:rsid w:val="00D970BC"/>
    <w:pPr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970B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970B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2">
    <w:name w:val="Содержимое таблицы"/>
    <w:basedOn w:val="Normal"/>
    <w:uiPriority w:val="99"/>
    <w:rsid w:val="00D00D6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5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681</TotalTime>
  <Pages>11</Pages>
  <Words>2422</Words>
  <Characters>13809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Цемина Ирина Егоровна</dc:creator>
  <cp:keywords/>
  <dc:description/>
  <cp:lastModifiedBy>0</cp:lastModifiedBy>
  <cp:revision>42</cp:revision>
  <cp:lastPrinted>2018-11-07T06:48:00Z</cp:lastPrinted>
  <dcterms:created xsi:type="dcterms:W3CDTF">2016-09-22T10:58:00Z</dcterms:created>
  <dcterms:modified xsi:type="dcterms:W3CDTF">2019-10-19T12:59:00Z</dcterms:modified>
</cp:coreProperties>
</file>