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CE" w:rsidRPr="00AA4D1E" w:rsidRDefault="00DE16CE" w:rsidP="0044121F">
      <w:pPr>
        <w:spacing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51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744.75pt">
            <v:imagedata r:id="rId5" o:title=""/>
          </v:shape>
        </w:pic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РАБОЧАЯ  ПРОГРАММА</w:t>
      </w:r>
    </w:p>
    <w:p w:rsidR="00DE16CE" w:rsidRDefault="00DE16CE" w:rsidP="0044121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КУРСА ВНЕУРОЧНОЙ ДЕЯТЕЛЬНОСТИ ПО ХИМИИ</w:t>
      </w:r>
    </w:p>
    <w:p w:rsidR="00DE16CE" w:rsidRPr="00AA4D1E" w:rsidRDefault="00DE16CE" w:rsidP="0044121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курса </w:t>
      </w:r>
      <w:r w:rsidRPr="00670761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ХИМИЧЕСКИЙ КАЛЕЙДОСКОП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Направление </w: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ОБЩЕИНТЕЛЛЕКТУАЛЬНОЕ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Вид деятельности </w: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ИССЛЕДОВАТЕЛЬСКАЯ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Возраст школьников </w: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9 класс</w:t>
      </w: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 (14-15 лет)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Уровень общего образования:</w: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ОСНОВНОЕ ОБЩЕЕ ОБРАЗОВАНИЕ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Срок реализации программы </w: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2019/2020учебный год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Количество часов по учебному плану </w: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всего 34 часа в год, в неделю 1 час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Рабочую программу составила </w:t>
      </w:r>
      <w:r w:rsidRPr="00AA4D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Барабашова В.И., </w:t>
      </w: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учитель химии.</w:t>
      </w:r>
    </w:p>
    <w:p w:rsidR="00DE16CE" w:rsidRPr="00AA4D1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DE16CE" w:rsidRPr="00AA4D1E" w:rsidRDefault="00DE16CE" w:rsidP="0044121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    </w:t>
      </w:r>
    </w:p>
    <w:p w:rsidR="00DE16CE" w:rsidRDefault="00DE16CE" w:rsidP="0044121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Еремовка </w:t>
      </w:r>
    </w:p>
    <w:p w:rsidR="00DE16CE" w:rsidRPr="00792FBF" w:rsidRDefault="00DE16CE" w:rsidP="0044121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4D1E">
        <w:rPr>
          <w:rFonts w:ascii="Times New Roman" w:hAnsi="Times New Roman"/>
          <w:color w:val="000000"/>
          <w:sz w:val="28"/>
          <w:szCs w:val="28"/>
          <w:lang w:eastAsia="ru-RU"/>
        </w:rPr>
        <w:t>2019 год</w:t>
      </w:r>
    </w:p>
    <w:p w:rsidR="00DE16CE" w:rsidRPr="00792FBF" w:rsidRDefault="00DE16CE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2FBF"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</w:p>
    <w:p w:rsidR="00DE16CE" w:rsidRPr="00792FBF" w:rsidRDefault="00DE16CE" w:rsidP="0044121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16CE" w:rsidRPr="003F58A6" w:rsidRDefault="00DE16CE" w:rsidP="0044121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58A6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DE16CE" w:rsidRPr="0044121F" w:rsidRDefault="00DE16CE" w:rsidP="003F58A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 курса «Химический калейдоскоп», 9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Рабочая программа курса «Химический калейдоскоп» для девятого класса составлена с использованием нормативно-правовой базы: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Закон РФ «Об образовании» от 29.12.12 №273-ФЗ ст. 32 «Компетенции и ответственность образовательного учреждения» (п.67).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СанПин 2.4.2.2821-10, зарегистрированный в МинГОСТе России 29.12.2010, регистрационный №189.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Годового календарного учебного графика на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Учебный план внеурочной деятельности МБОУ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«Еремовская ООШ»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/20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уч. год.</w:t>
      </w:r>
    </w:p>
    <w:p w:rsidR="00DE16C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Положение о рабочей программе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E16CE" w:rsidRPr="003F58A6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58A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основу взяты:</w:t>
      </w:r>
    </w:p>
    <w:p w:rsidR="00DE16CE" w:rsidRDefault="00DE16CE" w:rsidP="006A525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Примерная основная образовательная программа образовательного учреждения. Основная школа. Сост. Е.С. Савинов – М. Просвещение, 2011.-Стандарты второго поколения.</w:t>
      </w:r>
    </w:p>
    <w:p w:rsidR="00DE16CE" w:rsidRPr="006A525C" w:rsidRDefault="00DE16CE" w:rsidP="006A525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https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://урок.рф/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library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avtorska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programma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vneurochnoj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deyatelnosti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po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him</w:t>
      </w:r>
      <w:r w:rsidRPr="00DD6220">
        <w:rPr>
          <w:rFonts w:ascii="Times New Roman" w:hAnsi="Times New Roman"/>
          <w:color w:val="000000"/>
          <w:sz w:val="24"/>
          <w:szCs w:val="24"/>
          <w:lang w:eastAsia="ru-RU"/>
        </w:rPr>
        <w:t>_222553.</w:t>
      </w:r>
      <w:r>
        <w:rPr>
          <w:rFonts w:ascii="Times New Roman" w:hAnsi="Times New Roman"/>
          <w:color w:val="000000"/>
          <w:sz w:val="24"/>
          <w:szCs w:val="24"/>
          <w:lang w:val="en-US" w:eastAsia="ru-RU"/>
        </w:rPr>
        <w:t>html</w:t>
      </w:r>
    </w:p>
    <w:p w:rsidR="00DE16CE" w:rsidRPr="0044121F" w:rsidRDefault="00DE16CE" w:rsidP="003F58A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Изучение программы общеинтеллектуального направления проходит в рамках внеурочной деятельности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Цели изучения курса: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обогащение познавательного и эмоционально-смыслового личного опыта восприятия химии путем расширения знаний, выходящих за рамки обязательной учебной программы;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расширение знаний учащихся о применении веществ в быту и мерах безопасного обращения с ними;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создание условий для самооценки подготовленности учащихся к продолжению естественнонаучного образования в средней школе;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у обучающихся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— природной, социальной, культурной, технической среды, используя для этого химические знания;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решения проблем, принятия решении, поиска, анализа и обработки информации, коммуникативных навыков, навыков измерений, сотрудничества, в повседневной жизни.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овладение умениями наблюдать химические явления в повседневной жизни;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DE16CE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курса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учебные: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системы химических знаний как компонента естественнонаучной картины мира;</w:t>
      </w:r>
    </w:p>
    <w:p w:rsidR="00DE16CE" w:rsidRPr="0044121F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у учащихся знаний основ науки – важнейших фактов, понятий, законов и теорий, химического языка, доступных обобщений и понятий о принципах химического производства;</w:t>
      </w:r>
    </w:p>
    <w:p w:rsidR="00DE16CE" w:rsidRDefault="00DE16CE" w:rsidP="00AD4F4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развивающие: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трудовой деятельности;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развитие практических умений учащихся: наблюдательности, внимательности, сообразительности;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развитие умений работать с веществами, выполнять несложные химические опыты, соблюдать правила техники безопасности, грамотно применять химические знания в общении с природой;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развитие умений работы в микрогруппах;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воспитательные: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умений безопасного обращения с веществами, используемыми в повседневной жизни;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экологической культуры учащихся, потребности вести здоровый образ жизни;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выработка понимания общественной потребности в развитии химии;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потребности в расширении кругозора учащихся;</w:t>
      </w:r>
    </w:p>
    <w:p w:rsidR="00DE16CE" w:rsidRPr="0044121F" w:rsidRDefault="00DE16CE" w:rsidP="003F58A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отношения к химии как к возможной области будущей практической деятельности.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На изучение данного курса в 9 классе отводится: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количество часов в неделю – 1.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количество учебных недель – 34.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- количество часов в год – 34.</w:t>
      </w:r>
    </w:p>
    <w:p w:rsidR="00DE16CE" w:rsidRPr="0044121F" w:rsidRDefault="00DE16CE" w:rsidP="003F58A6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Срок реализации программы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20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DE16C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DE16CE" w:rsidRDefault="00DE16CE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I.</w:t>
      </w: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Результаты освоения учащимися курса внеурочной деятельности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оценивать жизненные ситуации с точки зрения безопасного образа жизни и сохранения здоровья;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оценивать экологический риск взаимоотношений человека и природы;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ответственное отношение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формированию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формированию готовности и способности вести диалог с другими людьми и достигать в нем взаимопонимания;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 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основам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Регулятивные УУД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цепи;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проблемы,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обнаруживать и формулировать учебную проблему под руководством учителя.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ставить цель деятельности на основе поставленной проблемы и предлагать несколько способов ее достижения.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планировать ресурсы для достижения цели.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называть трудности, с которыми столкнулся при решении задачи, и предлагать пути их преодоления/избегания в дальнейшей деятельности.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Познавательные УУД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факты и явления;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выявлять причины и следствия простых явлений.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создавать схематические модели с выделением существенных характеристик обьекта;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составлять тезисы, различные виды планов и конспектов (простых, сложных и т.п.).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преобразовывать информацию из одного вида в другой (таблицу в текст и пр.).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переводить сложную по составу информацию из графического или символьного представления в текст и наоборот;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проводить наблюдение и эксперимент под руководством учителя;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давать определения понятиям;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обобщать понятия — осуществляет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Коммуникативные УУД: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Обучающийся научится: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тд.);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соблюдать нормы публичной речи и регламент в монологе и дискуссии;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формулировать собственное мнение и позицию, аргументируя их;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свою позицию с позициями партнёров в сотрудничестве при выработке общего;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спорить и отстаивать свою позицию не враждебным для оппонентов образом;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учитывать разные мнения и интересы и обосновывать собственную позицию.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ставить новые учебные цели и задачи;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строить жизненные планы во временной перспективе;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Предметные результаты: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1. В познавательной сфере: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давать определения изученных понятий;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описывать демонстрационные и самостоятельно проведенные химические эксперименты;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описывать и различать изученные вещества, применяемые в повседневной жизни;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классифицировать изученные объекты и явления;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делать выводы и умозаключения из наблюдений;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безопасно обращаться веществами, применяемыми в повседневной жизни.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2.В ценностно - ориентационной сфере: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анализировать и оценивать последствия для окружающей среды бытовой и производственной деятельности человека, связанной с переработкой веществ.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3. В трудовой сфере: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проводить химический эксперимент.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4. В сфере безопасности жизнедеятельности:</w:t>
      </w:r>
    </w:p>
    <w:p w:rsidR="00DE16CE" w:rsidRPr="00792FB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DE16CE" w:rsidRDefault="00DE16CE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II. Содержание учебного курса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9 класс (34 часа)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Тема 1. Введение. Техника безопасности при обращении с веществами. (5 ч.)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Цели и задачи курса. Химия и её значение. Место химии среди естественных наук.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Вещества в быту. Классификация бытовых веществ. Правила безопасного обращения с веществами.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Основные пути проникновения вредных веществ в организм человека (через рот, через кожу, через органы дыхания).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Отравления бытовыми веществами (уксусная кислота, природный газ, угарный газ и другие). Первая медицинская помощь при отравлениях.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Ожоги. Классификация ожогов. Степени ожогов. Первая медицинская помощь при ожогах.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Тема 2. Пищевые продукты (7ч.)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Основные питательные вещества (белки, жиры, углеводы), микроэлементы. Основные источники пищевых питательных веществ.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Калорийность (энергетическая ценность) пищевых продуктов. Высоко- и низкокалорийные продукты питания. Энергетическая ценность дневного рациона человека. Состав дневного рациона. Диеты. Как избежать ожирения.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Пищевая аллергия. Основные принципы рационального питания. Первая медицинская помощь при пищевых отравлениях.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Состав пищевых продуктов. Химические компоненты продуктов питания: консерванты, красители, загустители, ароматизаторы.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Поваренная соль, ей состав и значение для организма человека.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Вещества, используемые при приготовлении пищи. Уксусная кислота, её консервирующее действие. Растительное масло. Животные жиры. Чипсы и сухарики. Их состав. Продукты сетей быстрого питания (фаст-фудов). Сахар. Конфеты. Сахарный диабет.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Генно-модифицированные продукты и ГМО. Опасность частого употребления продуктов фаст-фуда.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Напитки. Чай. Кофе. Их состав. Кофеин, его действие на организм. Соки. Газированные напитки. Состав газированных напитков. Красители и консерванты в напитках. Энергетики. Действие энергетиков на организм. Чем лучше всего утолять жажду.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Тема 3. Домашняя аптечка. (4 ч.)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Лекарства. Сроки годности лекарств. Классификация лекарств. Обезболивающие средства. Антибиотики. Противоаллергические средства. Витамины.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Инструкции по применению лекарств. Назначение лекарств. Противопоказания.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Правила употребления лекарств. Почему нельзя употреблять лекарства без назначения врача.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Первая медицинская помощь при отравлениях лекарственными препаратами.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Практическая работа. Домашняя аптечка.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Тема 4. Косметические средства и личная гигиена. (4 ч.)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Искусственные и натуральные косметические средства. Косметические и декоративные пудры. Лак для ногтей. Носители запаха. Дезодоранты. Красители для волос.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Моющие косметические средства. Мыла. Основные компоненты мыла. Шампуни.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Уход за кожей. Уход за волосами. Уход за зубами.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Тема 5. Средства бытовой химии. (5 ч.)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Из истории использования моющих средств. Синтетические моющие средства (СМС). О чём говорит ярлычок на одежде. Моющее действие СМС. Химический состав и назначение СМС. Отбеливатели.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Средства для чистки кухонной посуды. Средства для борьбы с насекомыми.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Удобрения и ядохимикаты.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Правила безопасного хранения средств бытовой химии. Правила безопасного использования средств бытовой химии.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Практическая работа. Составление инструкций по безопасной работе со средствами бытовой химии.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Тема 6. Химия и экология. (7 ч)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Использование природных ресурсов. Надолго ли нам хватит полезных ископаемых. Сырьевые войны.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Вода. Вода в масштабах планеты. Круговорот воды в природе. Питьевая вода и её запасы. Минеральные воды. Качество воды. Загрязнители воды. Очистка питьевой воды.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Основные виды загрязнений атмосферы и их источники. Парниковый эффект, глобальное потепление климата и их возможные последствия. Озоновый слой и его значение для жизни на Земле. Смог. Кислотные дожди. Защита атмосферы от загрязнения.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Почва, её состав. Основные виды загрязнений почвы и их источники. Промышленные и бытовые отходы. Основные виды твёрдых отходов. Возможные направления использования твёрдых отходов. Бытовой мусор. Утилизация бытовых отходов.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Личная ответственность каждого человека за безопасную окружающую среду.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Практические работы. Органолептические свойства воды. (Сравнение различных видов воды по запаху, цвету, прозрачности, наличию осадка, пригодности для использования.)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Изучение состава почвы. (Состав почвы. Механический анализ почвы. Практическое определение наличия в почве воды, воздуха, минеральных солей, перегноя).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t>Защита проектов. (2ч)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III. Тематическое планирование, 9-й класс (34ч.)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81"/>
        <w:gridCol w:w="2126"/>
        <w:gridCol w:w="850"/>
        <w:gridCol w:w="5103"/>
      </w:tblGrid>
      <w:tr w:rsidR="00DE16CE" w:rsidRPr="00B226F4" w:rsidTr="00AD4F4E">
        <w:trPr>
          <w:trHeight w:val="23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Pr="0044121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058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DE16CE" w:rsidRPr="00B226F4" w:rsidTr="00AD4F4E">
        <w:trPr>
          <w:tblCellSpacing w:w="15" w:type="dxa"/>
        </w:trPr>
        <w:tc>
          <w:tcPr>
            <w:tcW w:w="436" w:type="dxa"/>
            <w:vAlign w:val="center"/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vAlign w:val="center"/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center"/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8" w:type="dxa"/>
            <w:vAlign w:val="center"/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16CE" w:rsidRPr="00B226F4" w:rsidTr="00AD4F4E">
        <w:trPr>
          <w:trHeight w:val="10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0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0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Введение. Техника безопасности при обращении с веществами.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0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8" w:type="dxa"/>
            <w:vMerge w:val="restart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В результате изучения курса внеурочной деятельности «Химический калейдоскоп» ученик должен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представление: об обязательных для изучения разделах курса, возможность выбора своего пути при изучении данного курса;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способы оказания первой медицинской помощи при отравлениях бытовыми веществами;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правила безопасного обращения с препаратами бытовой химии, лекарственными средствами и пищевыми продуктами;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режим питания;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понятие калорийность продуктов питания;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влияние бытовых веществ на окружающую среду;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уметь: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выбирать объект изучения;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оформлять результаты своей работы (в виде презентации, доклада, их защиты);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планировать свою деятельность по изучению курса;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самоконтроль за результатами своей деятельности;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выбирать пищевые продукты с учётом их состава и калорийности;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грамотно использовать средства бытовой химии;</w:t>
            </w:r>
          </w:p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- правильно использовать лекарственные средства;</w:t>
            </w:r>
          </w:p>
          <w:p w:rsidR="00DE16CE" w:rsidRPr="0044121F" w:rsidRDefault="00DE16CE" w:rsidP="0044121F">
            <w:pPr>
              <w:spacing w:before="100" w:beforeAutospacing="1" w:after="100" w:afterAutospacing="1" w:line="10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владеть навыками безопасного обращения с бытовыми веществами.</w:t>
            </w:r>
          </w:p>
        </w:tc>
      </w:tr>
      <w:tr w:rsidR="00DE16CE" w:rsidRPr="00B226F4" w:rsidTr="00AD4F4E">
        <w:trPr>
          <w:trHeight w:val="11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Пищевые продукты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58" w:type="dxa"/>
            <w:vMerge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16CE" w:rsidRPr="00B226F4" w:rsidTr="00AD4F4E">
        <w:trPr>
          <w:trHeight w:val="12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Домашняя аптечка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8" w:type="dxa"/>
            <w:vMerge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16CE" w:rsidRPr="00B226F4" w:rsidTr="00AD4F4E">
        <w:trPr>
          <w:trHeight w:val="11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Косметические средства и личная гигиена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58" w:type="dxa"/>
            <w:vMerge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16CE" w:rsidRPr="00B226F4" w:rsidTr="00AD4F4E">
        <w:trPr>
          <w:trHeight w:val="2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бытовой химии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58" w:type="dxa"/>
            <w:vMerge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16CE" w:rsidRPr="00B226F4" w:rsidTr="00AD4F4E">
        <w:trPr>
          <w:trHeight w:val="9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9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9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Химия и экология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58" w:type="dxa"/>
            <w:vMerge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16CE" w:rsidRPr="00B226F4" w:rsidTr="00AD4F4E">
        <w:trPr>
          <w:trHeight w:val="11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проектов. Зачёт.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11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58" w:type="dxa"/>
            <w:vMerge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16CE" w:rsidRPr="00B226F4" w:rsidTr="00AD4F4E">
        <w:trPr>
          <w:trHeight w:val="1890"/>
          <w:tblCellSpacing w:w="15" w:type="dxa"/>
        </w:trPr>
        <w:tc>
          <w:tcPr>
            <w:tcW w:w="43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6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0" w:type="dxa"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121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58" w:type="dxa"/>
            <w:vMerge/>
            <w:tcBorders>
              <w:top w:val="single" w:sz="4" w:space="0" w:color="EAEAEA"/>
              <w:left w:val="single" w:sz="4" w:space="0" w:color="EAEAEA"/>
              <w:bottom w:val="single" w:sz="4" w:space="0" w:color="EAEAEA"/>
              <w:right w:val="single" w:sz="4" w:space="0" w:color="EAEAEA"/>
            </w:tcBorders>
          </w:tcPr>
          <w:p w:rsidR="00DE16CE" w:rsidRPr="0044121F" w:rsidRDefault="00DE16CE" w:rsidP="004412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16C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16CE" w:rsidRDefault="00DE16CE">
      <w:pPr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</w:p>
    <w:p w:rsidR="00DE16CE" w:rsidRPr="0044121F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44121F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Приложение 1.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76B84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Поурочное планирование внеурочной деятельности по химии в 9 классе «Химический калейдоскоп»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9"/>
        <w:gridCol w:w="816"/>
        <w:gridCol w:w="824"/>
        <w:gridCol w:w="784"/>
        <w:gridCol w:w="3452"/>
        <w:gridCol w:w="1750"/>
        <w:gridCol w:w="1487"/>
      </w:tblGrid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Кол. часов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02.09.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02.09.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6F4">
              <w:rPr>
                <w:rFonts w:ascii="Times New Roman" w:hAnsi="Times New Roman"/>
                <w:b/>
                <w:sz w:val="24"/>
                <w:szCs w:val="24"/>
              </w:rPr>
              <w:t>Тема 1. Введение. Техника безопасности при обращении с веществами (5 часов).</w:t>
            </w:r>
          </w:p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1.Значение химии, связь её  с другими науками.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09.09.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09.09.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2.Вещества рядом с вами.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16.09.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16.09.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3.Отравление бытовыми веществами.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23.09.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23.09.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4.Первая медицинская помощь при отравлении.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30.09.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30.09.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5.Ожоги. Первая помощь при ожогах.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07.10.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6F4">
              <w:rPr>
                <w:rFonts w:ascii="Times New Roman" w:hAnsi="Times New Roman"/>
                <w:b/>
                <w:sz w:val="24"/>
                <w:szCs w:val="24"/>
              </w:rPr>
              <w:t>Тема 2. Пищевые продукты (7 часов).</w:t>
            </w:r>
          </w:p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1.Основные питательные вещества.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14.10.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14.10.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2.Калорийность пищевых продуктов.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21.10.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21.10.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3.Основные принципы рационального питания. Пищевые отравления.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С 28.10. каникулы.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11.11.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11.11.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Состав пищевых продуктов. Витамины.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18.11.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18.11.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Вещества, используемые при приготовлении пищи.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25.11.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Продукты быстрого питания. Польза и вред.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02.12.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02.12.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Напитки.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6F4">
              <w:rPr>
                <w:rFonts w:ascii="Times New Roman" w:hAnsi="Times New Roman"/>
                <w:b/>
                <w:sz w:val="24"/>
                <w:szCs w:val="24"/>
              </w:rPr>
              <w:t>Тема 3. Домашняя аптечка (4 часа).</w:t>
            </w:r>
          </w:p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1.Лекарства.</w:t>
            </w:r>
          </w:p>
          <w:p w:rsidR="00DE16CE" w:rsidRPr="00B226F4" w:rsidRDefault="00DE16CE" w:rsidP="00B226F4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16.12.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2.Правила употребления лекарств.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23.12.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23.12.</w:t>
            </w: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3.Первая медицинская помощь при отравлениях  лекарственными препаратами.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С 28.12. каникулы.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4.</w:t>
            </w:r>
            <w:r w:rsidRPr="00B226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Практическая работа№1</w:t>
            </w:r>
            <w:r w:rsidRPr="00B226F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22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26F4">
              <w:rPr>
                <w:rFonts w:ascii="Times New Roman" w:hAnsi="Times New Roman"/>
                <w:i/>
                <w:sz w:val="24"/>
                <w:szCs w:val="24"/>
              </w:rPr>
              <w:t>Домашняя аптечка.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Оборудование для л/р: коробки от лекарств для домашней аптечки.</w:t>
            </w: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6F4">
              <w:rPr>
                <w:rFonts w:ascii="Times New Roman" w:hAnsi="Times New Roman"/>
                <w:b/>
                <w:sz w:val="24"/>
                <w:szCs w:val="24"/>
              </w:rPr>
              <w:t>Тема 4. Косметические средства и личная гигиена (4 часа).</w:t>
            </w:r>
          </w:p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1.Искусственные и натуральные косметические средства.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2.Косметические средства в нашем доме.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3.Моющие косметические средства.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4.Личная гигиена.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6F4">
              <w:rPr>
                <w:rFonts w:ascii="Times New Roman" w:hAnsi="Times New Roman"/>
                <w:b/>
                <w:sz w:val="24"/>
                <w:szCs w:val="24"/>
              </w:rPr>
              <w:t>Тема 5. Средства бытовой  химии (5 часов).</w:t>
            </w:r>
          </w:p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1.Синтетические моющие средства.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02.03.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2.Вещества бытовой химии для дома.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24.02. выходной.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3.Вещества бытовой химии для дачи и огорода.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09.03. выходной.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16.03.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4.Безопасное обращение со средствами бытовой химии.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 xml:space="preserve"> С 23.03. каникулы.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06.04.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5</w:t>
            </w:r>
            <w:r w:rsidRPr="00B226F4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B226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Практическая работа№2.</w:t>
            </w:r>
            <w:r w:rsidRPr="00B226F4">
              <w:rPr>
                <w:rFonts w:ascii="Times New Roman" w:hAnsi="Times New Roman"/>
                <w:i/>
                <w:sz w:val="24"/>
                <w:szCs w:val="24"/>
              </w:rPr>
              <w:t xml:space="preserve"> Безопасная бытовая химия.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Оборудование для п/р: Набор ёмкостей  от моющих средств.</w:t>
            </w: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13.04.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6F4">
              <w:rPr>
                <w:rFonts w:ascii="Times New Roman" w:hAnsi="Times New Roman"/>
                <w:b/>
                <w:sz w:val="24"/>
                <w:szCs w:val="24"/>
              </w:rPr>
              <w:t>Тема 6. Химия и экология (7часов).</w:t>
            </w:r>
          </w:p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1.Исчерпаемые и неисчерпаемые природные ресурсы.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2.Экология и охрана воды.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20.04.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3.Экология и охрана атмосферы.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4.Экология и охрана почвы.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27.04.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5.Экология и человек.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04.05.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6</w:t>
            </w:r>
            <w:r w:rsidRPr="00B226F4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B226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Практическая работа№3</w:t>
            </w:r>
            <w:r w:rsidRPr="00B226F4">
              <w:rPr>
                <w:rFonts w:ascii="Times New Roman" w:hAnsi="Times New Roman"/>
                <w:i/>
                <w:sz w:val="24"/>
                <w:szCs w:val="24"/>
              </w:rPr>
              <w:t>. Органолептические свойства воды.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Оборудование для п/р: стеклянный цилиндр, печатный текст газеты, линейка, колба, таблица для определения интенсивности запаха.</w:t>
            </w: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Учебник 8 класс. О.С. Габриелян. Пр/р№3 с182-183.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11.05.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7.</w:t>
            </w:r>
            <w:r w:rsidRPr="00B226F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Практическая работа№4</w:t>
            </w:r>
            <w:r w:rsidRPr="00B226F4">
              <w:rPr>
                <w:rFonts w:ascii="Times New Roman" w:hAnsi="Times New Roman"/>
                <w:i/>
                <w:sz w:val="24"/>
                <w:szCs w:val="24"/>
              </w:rPr>
              <w:t>. Изучение состава почвы.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Оборудование для п/р: пробирки, почва, вода.</w:t>
            </w: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Учебник 8 класс. О.С. Габриелян. Пр/р№3 с182-183.</w:t>
            </w: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18.05.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26F4">
              <w:rPr>
                <w:rFonts w:ascii="Times New Roman" w:hAnsi="Times New Roman"/>
                <w:b/>
                <w:sz w:val="24"/>
                <w:szCs w:val="24"/>
              </w:rPr>
              <w:t>Защита проектов, зачёт (2 часа).</w:t>
            </w:r>
          </w:p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1.Защита проектов.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25.05.</w:t>
            </w: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6F4">
              <w:rPr>
                <w:rFonts w:ascii="Times New Roman" w:hAnsi="Times New Roman"/>
                <w:sz w:val="24"/>
                <w:szCs w:val="24"/>
              </w:rPr>
              <w:t>2. защита проектов.</w:t>
            </w: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16CE" w:rsidRPr="00B226F4" w:rsidTr="00B226F4">
        <w:tc>
          <w:tcPr>
            <w:tcW w:w="756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2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DE16CE" w:rsidRPr="00B226F4" w:rsidRDefault="00DE16CE" w:rsidP="00B226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Приложение 2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ТЕМЫ ПРОЕКТОВ.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Искусственная пища: за и против.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Правильное питание – основа здорового образа жизни.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Химия в моём доме.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Из истории моющих средств.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Как и чем мыть посуду.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Личная ответственность человека за охрану окружающей среды.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Чистящие и моющие средства.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Домашняя аптечка.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Антисептические препараты.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t>Лекарства против простуды.</w:t>
      </w:r>
    </w:p>
    <w:p w:rsidR="00DE16CE" w:rsidRPr="00D76B84" w:rsidRDefault="00DE16CE" w:rsidP="0044121F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6B84">
        <w:rPr>
          <w:rFonts w:ascii="Times New Roman" w:hAnsi="Times New Roman"/>
          <w:color w:val="000000"/>
          <w:sz w:val="24"/>
          <w:szCs w:val="24"/>
          <w:lang w:eastAsia="ru-RU"/>
        </w:rPr>
        <w:br/>
        <w:t> </w:t>
      </w:r>
    </w:p>
    <w:sectPr w:rsidR="00DE16CE" w:rsidRPr="00D76B84" w:rsidSect="00C751E5">
      <w:pgSz w:w="11906" w:h="16838"/>
      <w:pgMar w:top="1134" w:right="850" w:bottom="1134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63E6"/>
    <w:multiLevelType w:val="hybridMultilevel"/>
    <w:tmpl w:val="7F8A5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21F"/>
    <w:rsid w:val="0000002E"/>
    <w:rsid w:val="00001011"/>
    <w:rsid w:val="000020A9"/>
    <w:rsid w:val="00017447"/>
    <w:rsid w:val="00017B25"/>
    <w:rsid w:val="00040FE0"/>
    <w:rsid w:val="00050DDE"/>
    <w:rsid w:val="00061283"/>
    <w:rsid w:val="000647FF"/>
    <w:rsid w:val="00070352"/>
    <w:rsid w:val="00074FDC"/>
    <w:rsid w:val="00077E92"/>
    <w:rsid w:val="0008079D"/>
    <w:rsid w:val="00087904"/>
    <w:rsid w:val="00094296"/>
    <w:rsid w:val="00095188"/>
    <w:rsid w:val="0009746E"/>
    <w:rsid w:val="000A2240"/>
    <w:rsid w:val="000A5574"/>
    <w:rsid w:val="000A61E7"/>
    <w:rsid w:val="000B7471"/>
    <w:rsid w:val="000F13DA"/>
    <w:rsid w:val="0010092C"/>
    <w:rsid w:val="00105E97"/>
    <w:rsid w:val="0010763F"/>
    <w:rsid w:val="00120C19"/>
    <w:rsid w:val="00135DD3"/>
    <w:rsid w:val="00143F99"/>
    <w:rsid w:val="001458B2"/>
    <w:rsid w:val="0015422A"/>
    <w:rsid w:val="00156B5A"/>
    <w:rsid w:val="001633CD"/>
    <w:rsid w:val="00164A40"/>
    <w:rsid w:val="00170951"/>
    <w:rsid w:val="00173586"/>
    <w:rsid w:val="00181D07"/>
    <w:rsid w:val="00184A83"/>
    <w:rsid w:val="0019483A"/>
    <w:rsid w:val="00195865"/>
    <w:rsid w:val="00196FA0"/>
    <w:rsid w:val="001A5F10"/>
    <w:rsid w:val="001A7992"/>
    <w:rsid w:val="001B3650"/>
    <w:rsid w:val="001B3B6C"/>
    <w:rsid w:val="001C31E3"/>
    <w:rsid w:val="001C5272"/>
    <w:rsid w:val="001D07EC"/>
    <w:rsid w:val="001D2BC9"/>
    <w:rsid w:val="001D2E29"/>
    <w:rsid w:val="001D5710"/>
    <w:rsid w:val="001E132D"/>
    <w:rsid w:val="001E3221"/>
    <w:rsid w:val="001E58E5"/>
    <w:rsid w:val="001F5526"/>
    <w:rsid w:val="00205171"/>
    <w:rsid w:val="0021106C"/>
    <w:rsid w:val="002125DA"/>
    <w:rsid w:val="002160A0"/>
    <w:rsid w:val="002412BD"/>
    <w:rsid w:val="00241C94"/>
    <w:rsid w:val="00243C0A"/>
    <w:rsid w:val="00245726"/>
    <w:rsid w:val="002552AC"/>
    <w:rsid w:val="0026297A"/>
    <w:rsid w:val="002634F0"/>
    <w:rsid w:val="002645DC"/>
    <w:rsid w:val="00265449"/>
    <w:rsid w:val="002657E3"/>
    <w:rsid w:val="002727E0"/>
    <w:rsid w:val="00272E08"/>
    <w:rsid w:val="00272FA0"/>
    <w:rsid w:val="0028752C"/>
    <w:rsid w:val="002B2309"/>
    <w:rsid w:val="002B2A95"/>
    <w:rsid w:val="002B7B0C"/>
    <w:rsid w:val="002C081D"/>
    <w:rsid w:val="002C295C"/>
    <w:rsid w:val="002D3161"/>
    <w:rsid w:val="002D528E"/>
    <w:rsid w:val="002F3901"/>
    <w:rsid w:val="00312D0B"/>
    <w:rsid w:val="00323ED9"/>
    <w:rsid w:val="0032416C"/>
    <w:rsid w:val="00326E54"/>
    <w:rsid w:val="00331572"/>
    <w:rsid w:val="00334FCC"/>
    <w:rsid w:val="00336ED5"/>
    <w:rsid w:val="003428AE"/>
    <w:rsid w:val="00345316"/>
    <w:rsid w:val="00351FD9"/>
    <w:rsid w:val="003745D8"/>
    <w:rsid w:val="003854D4"/>
    <w:rsid w:val="00394227"/>
    <w:rsid w:val="003958E0"/>
    <w:rsid w:val="003A6A14"/>
    <w:rsid w:val="003B1A70"/>
    <w:rsid w:val="003B3EED"/>
    <w:rsid w:val="003B4810"/>
    <w:rsid w:val="003B4AA9"/>
    <w:rsid w:val="003B63A0"/>
    <w:rsid w:val="003B6FAA"/>
    <w:rsid w:val="003C3005"/>
    <w:rsid w:val="003C3574"/>
    <w:rsid w:val="003C637F"/>
    <w:rsid w:val="003C6621"/>
    <w:rsid w:val="003D386B"/>
    <w:rsid w:val="003D68F4"/>
    <w:rsid w:val="003E129A"/>
    <w:rsid w:val="003E5D77"/>
    <w:rsid w:val="003E67C5"/>
    <w:rsid w:val="003E6D12"/>
    <w:rsid w:val="003E7656"/>
    <w:rsid w:val="003F2E2B"/>
    <w:rsid w:val="003F58A6"/>
    <w:rsid w:val="003F6901"/>
    <w:rsid w:val="00402945"/>
    <w:rsid w:val="0041406F"/>
    <w:rsid w:val="00432AE4"/>
    <w:rsid w:val="00435936"/>
    <w:rsid w:val="00436F4B"/>
    <w:rsid w:val="0044121F"/>
    <w:rsid w:val="004433E6"/>
    <w:rsid w:val="00444727"/>
    <w:rsid w:val="004538FA"/>
    <w:rsid w:val="00457A37"/>
    <w:rsid w:val="00457C8B"/>
    <w:rsid w:val="004675E4"/>
    <w:rsid w:val="004716B4"/>
    <w:rsid w:val="004844DA"/>
    <w:rsid w:val="004946FD"/>
    <w:rsid w:val="00496EFB"/>
    <w:rsid w:val="004A1230"/>
    <w:rsid w:val="004A1CF1"/>
    <w:rsid w:val="004A3862"/>
    <w:rsid w:val="004A55DA"/>
    <w:rsid w:val="004A580F"/>
    <w:rsid w:val="004A7B13"/>
    <w:rsid w:val="004C48F0"/>
    <w:rsid w:val="004C58DC"/>
    <w:rsid w:val="004C5926"/>
    <w:rsid w:val="004D1DA1"/>
    <w:rsid w:val="004D59BA"/>
    <w:rsid w:val="004D61FE"/>
    <w:rsid w:val="004E352E"/>
    <w:rsid w:val="004E4DB4"/>
    <w:rsid w:val="004F7C0E"/>
    <w:rsid w:val="00504A85"/>
    <w:rsid w:val="00512044"/>
    <w:rsid w:val="00512C69"/>
    <w:rsid w:val="00521A68"/>
    <w:rsid w:val="00522047"/>
    <w:rsid w:val="0052235C"/>
    <w:rsid w:val="00523016"/>
    <w:rsid w:val="00540F13"/>
    <w:rsid w:val="00541D89"/>
    <w:rsid w:val="005437F1"/>
    <w:rsid w:val="00544114"/>
    <w:rsid w:val="00545FCE"/>
    <w:rsid w:val="0055279D"/>
    <w:rsid w:val="0057009E"/>
    <w:rsid w:val="00571CF3"/>
    <w:rsid w:val="00575B48"/>
    <w:rsid w:val="00576D10"/>
    <w:rsid w:val="005773DC"/>
    <w:rsid w:val="0058260A"/>
    <w:rsid w:val="0058445E"/>
    <w:rsid w:val="005870AF"/>
    <w:rsid w:val="00587A26"/>
    <w:rsid w:val="00592480"/>
    <w:rsid w:val="00593B37"/>
    <w:rsid w:val="005A7829"/>
    <w:rsid w:val="005A7EAF"/>
    <w:rsid w:val="005B111D"/>
    <w:rsid w:val="005B3937"/>
    <w:rsid w:val="005B4084"/>
    <w:rsid w:val="005D3D5B"/>
    <w:rsid w:val="005E0554"/>
    <w:rsid w:val="005E3451"/>
    <w:rsid w:val="00601567"/>
    <w:rsid w:val="0060664E"/>
    <w:rsid w:val="0061126D"/>
    <w:rsid w:val="00616711"/>
    <w:rsid w:val="00616760"/>
    <w:rsid w:val="00623748"/>
    <w:rsid w:val="00633380"/>
    <w:rsid w:val="00635317"/>
    <w:rsid w:val="006420B7"/>
    <w:rsid w:val="00644EE1"/>
    <w:rsid w:val="00650881"/>
    <w:rsid w:val="00657112"/>
    <w:rsid w:val="00661180"/>
    <w:rsid w:val="00670761"/>
    <w:rsid w:val="006748AE"/>
    <w:rsid w:val="00676C1C"/>
    <w:rsid w:val="00677832"/>
    <w:rsid w:val="00681913"/>
    <w:rsid w:val="00691F8A"/>
    <w:rsid w:val="00696B58"/>
    <w:rsid w:val="006A525C"/>
    <w:rsid w:val="006C346B"/>
    <w:rsid w:val="006C5771"/>
    <w:rsid w:val="006C6F32"/>
    <w:rsid w:val="006D416F"/>
    <w:rsid w:val="006E373E"/>
    <w:rsid w:val="006E3D59"/>
    <w:rsid w:val="006F31E3"/>
    <w:rsid w:val="006F4C49"/>
    <w:rsid w:val="0070604D"/>
    <w:rsid w:val="007114E0"/>
    <w:rsid w:val="007125B6"/>
    <w:rsid w:val="007132C4"/>
    <w:rsid w:val="0071464F"/>
    <w:rsid w:val="0071644C"/>
    <w:rsid w:val="007217B5"/>
    <w:rsid w:val="00722E98"/>
    <w:rsid w:val="00726383"/>
    <w:rsid w:val="007313B8"/>
    <w:rsid w:val="00742F6D"/>
    <w:rsid w:val="007464E5"/>
    <w:rsid w:val="00751461"/>
    <w:rsid w:val="00755379"/>
    <w:rsid w:val="00755C25"/>
    <w:rsid w:val="00761D6B"/>
    <w:rsid w:val="00765616"/>
    <w:rsid w:val="0077135A"/>
    <w:rsid w:val="00772468"/>
    <w:rsid w:val="007775DD"/>
    <w:rsid w:val="00792D8A"/>
    <w:rsid w:val="00792FBF"/>
    <w:rsid w:val="00794BEC"/>
    <w:rsid w:val="007C2881"/>
    <w:rsid w:val="007C5A07"/>
    <w:rsid w:val="007C5C91"/>
    <w:rsid w:val="007D1DFF"/>
    <w:rsid w:val="007D4E9C"/>
    <w:rsid w:val="007E3A70"/>
    <w:rsid w:val="008123DD"/>
    <w:rsid w:val="008148C0"/>
    <w:rsid w:val="00817B61"/>
    <w:rsid w:val="00822CF9"/>
    <w:rsid w:val="00822F19"/>
    <w:rsid w:val="0083637A"/>
    <w:rsid w:val="00842CD9"/>
    <w:rsid w:val="008457A4"/>
    <w:rsid w:val="00846783"/>
    <w:rsid w:val="00846E41"/>
    <w:rsid w:val="00851205"/>
    <w:rsid w:val="00851D4B"/>
    <w:rsid w:val="008556F5"/>
    <w:rsid w:val="008557A9"/>
    <w:rsid w:val="00867909"/>
    <w:rsid w:val="008711E6"/>
    <w:rsid w:val="00872AB8"/>
    <w:rsid w:val="0087720F"/>
    <w:rsid w:val="00877F16"/>
    <w:rsid w:val="00890B85"/>
    <w:rsid w:val="00894A55"/>
    <w:rsid w:val="00894AF0"/>
    <w:rsid w:val="008B6681"/>
    <w:rsid w:val="008B6F04"/>
    <w:rsid w:val="008D17D5"/>
    <w:rsid w:val="008D422A"/>
    <w:rsid w:val="008E55A6"/>
    <w:rsid w:val="008E6D3F"/>
    <w:rsid w:val="008F08A9"/>
    <w:rsid w:val="00900FD1"/>
    <w:rsid w:val="00905336"/>
    <w:rsid w:val="00905D6F"/>
    <w:rsid w:val="00915197"/>
    <w:rsid w:val="009173BB"/>
    <w:rsid w:val="00921CAB"/>
    <w:rsid w:val="00930ECF"/>
    <w:rsid w:val="009324D2"/>
    <w:rsid w:val="009459C5"/>
    <w:rsid w:val="00947675"/>
    <w:rsid w:val="00966E89"/>
    <w:rsid w:val="009703C4"/>
    <w:rsid w:val="0097475B"/>
    <w:rsid w:val="00985ECE"/>
    <w:rsid w:val="009906AD"/>
    <w:rsid w:val="00994CA7"/>
    <w:rsid w:val="009951D5"/>
    <w:rsid w:val="00997AC7"/>
    <w:rsid w:val="009A5F7C"/>
    <w:rsid w:val="009B2028"/>
    <w:rsid w:val="009B5A60"/>
    <w:rsid w:val="009C0DCF"/>
    <w:rsid w:val="009C7C9C"/>
    <w:rsid w:val="009D69BA"/>
    <w:rsid w:val="009E12CA"/>
    <w:rsid w:val="009E4408"/>
    <w:rsid w:val="009E5665"/>
    <w:rsid w:val="009F59DA"/>
    <w:rsid w:val="00A02986"/>
    <w:rsid w:val="00A1022F"/>
    <w:rsid w:val="00A10CEF"/>
    <w:rsid w:val="00A20F7F"/>
    <w:rsid w:val="00A26E8D"/>
    <w:rsid w:val="00A40905"/>
    <w:rsid w:val="00A46C16"/>
    <w:rsid w:val="00A56924"/>
    <w:rsid w:val="00A601E8"/>
    <w:rsid w:val="00A603FA"/>
    <w:rsid w:val="00A64699"/>
    <w:rsid w:val="00A826CE"/>
    <w:rsid w:val="00A83C70"/>
    <w:rsid w:val="00A91823"/>
    <w:rsid w:val="00AA4D1E"/>
    <w:rsid w:val="00AB1576"/>
    <w:rsid w:val="00AB4448"/>
    <w:rsid w:val="00AB68A7"/>
    <w:rsid w:val="00AB6AB1"/>
    <w:rsid w:val="00AC0ECC"/>
    <w:rsid w:val="00AC1467"/>
    <w:rsid w:val="00AC6256"/>
    <w:rsid w:val="00AC6443"/>
    <w:rsid w:val="00AD0C86"/>
    <w:rsid w:val="00AD1498"/>
    <w:rsid w:val="00AD262F"/>
    <w:rsid w:val="00AD3F18"/>
    <w:rsid w:val="00AD4F4E"/>
    <w:rsid w:val="00AE077D"/>
    <w:rsid w:val="00AE28FB"/>
    <w:rsid w:val="00AE5F31"/>
    <w:rsid w:val="00AE75AE"/>
    <w:rsid w:val="00AF1CAD"/>
    <w:rsid w:val="00AF5E33"/>
    <w:rsid w:val="00AF7157"/>
    <w:rsid w:val="00B102FA"/>
    <w:rsid w:val="00B1306A"/>
    <w:rsid w:val="00B136C8"/>
    <w:rsid w:val="00B17F48"/>
    <w:rsid w:val="00B2123E"/>
    <w:rsid w:val="00B226F4"/>
    <w:rsid w:val="00B22966"/>
    <w:rsid w:val="00B264EF"/>
    <w:rsid w:val="00B34E4D"/>
    <w:rsid w:val="00B35CB1"/>
    <w:rsid w:val="00B44DC3"/>
    <w:rsid w:val="00B46660"/>
    <w:rsid w:val="00B5522C"/>
    <w:rsid w:val="00B72861"/>
    <w:rsid w:val="00B74F90"/>
    <w:rsid w:val="00B761FE"/>
    <w:rsid w:val="00B81A65"/>
    <w:rsid w:val="00B81AAE"/>
    <w:rsid w:val="00B83AE5"/>
    <w:rsid w:val="00B90303"/>
    <w:rsid w:val="00B90518"/>
    <w:rsid w:val="00B938D6"/>
    <w:rsid w:val="00BA456E"/>
    <w:rsid w:val="00BA65C1"/>
    <w:rsid w:val="00BB4ED6"/>
    <w:rsid w:val="00BC7CD9"/>
    <w:rsid w:val="00BF1A19"/>
    <w:rsid w:val="00BF64E7"/>
    <w:rsid w:val="00BF689C"/>
    <w:rsid w:val="00C171B8"/>
    <w:rsid w:val="00C22657"/>
    <w:rsid w:val="00C2601D"/>
    <w:rsid w:val="00C334A2"/>
    <w:rsid w:val="00C517B6"/>
    <w:rsid w:val="00C5249E"/>
    <w:rsid w:val="00C63FE8"/>
    <w:rsid w:val="00C66826"/>
    <w:rsid w:val="00C751E5"/>
    <w:rsid w:val="00C75A9A"/>
    <w:rsid w:val="00C765DC"/>
    <w:rsid w:val="00C910D9"/>
    <w:rsid w:val="00C92ABC"/>
    <w:rsid w:val="00CC197F"/>
    <w:rsid w:val="00CC5FD1"/>
    <w:rsid w:val="00CD018E"/>
    <w:rsid w:val="00CD38CB"/>
    <w:rsid w:val="00CD6518"/>
    <w:rsid w:val="00CE41AC"/>
    <w:rsid w:val="00CE58F5"/>
    <w:rsid w:val="00CF32ED"/>
    <w:rsid w:val="00CF5FD3"/>
    <w:rsid w:val="00D003F4"/>
    <w:rsid w:val="00D04D24"/>
    <w:rsid w:val="00D2027B"/>
    <w:rsid w:val="00D261C1"/>
    <w:rsid w:val="00D35552"/>
    <w:rsid w:val="00D408E3"/>
    <w:rsid w:val="00D40D34"/>
    <w:rsid w:val="00D43AD3"/>
    <w:rsid w:val="00D44613"/>
    <w:rsid w:val="00D531D8"/>
    <w:rsid w:val="00D62261"/>
    <w:rsid w:val="00D64CC1"/>
    <w:rsid w:val="00D76B84"/>
    <w:rsid w:val="00D77308"/>
    <w:rsid w:val="00D842E3"/>
    <w:rsid w:val="00D8729E"/>
    <w:rsid w:val="00D90515"/>
    <w:rsid w:val="00D93DB8"/>
    <w:rsid w:val="00D95EB6"/>
    <w:rsid w:val="00DA1EFC"/>
    <w:rsid w:val="00DA1F16"/>
    <w:rsid w:val="00DA2FAB"/>
    <w:rsid w:val="00DA4085"/>
    <w:rsid w:val="00DA41B5"/>
    <w:rsid w:val="00DB0F00"/>
    <w:rsid w:val="00DB50CE"/>
    <w:rsid w:val="00DC23B5"/>
    <w:rsid w:val="00DD13CC"/>
    <w:rsid w:val="00DD51F4"/>
    <w:rsid w:val="00DD6220"/>
    <w:rsid w:val="00DE16CE"/>
    <w:rsid w:val="00DE50B7"/>
    <w:rsid w:val="00DE7DA7"/>
    <w:rsid w:val="00E034E5"/>
    <w:rsid w:val="00E03DC4"/>
    <w:rsid w:val="00E07D43"/>
    <w:rsid w:val="00E118B0"/>
    <w:rsid w:val="00E12502"/>
    <w:rsid w:val="00E15A13"/>
    <w:rsid w:val="00E22676"/>
    <w:rsid w:val="00E406F8"/>
    <w:rsid w:val="00E45364"/>
    <w:rsid w:val="00E466E9"/>
    <w:rsid w:val="00E511D2"/>
    <w:rsid w:val="00E61ED4"/>
    <w:rsid w:val="00E629C8"/>
    <w:rsid w:val="00E62D51"/>
    <w:rsid w:val="00E70A2F"/>
    <w:rsid w:val="00E71D09"/>
    <w:rsid w:val="00E80A54"/>
    <w:rsid w:val="00E82E23"/>
    <w:rsid w:val="00E82E30"/>
    <w:rsid w:val="00E8779C"/>
    <w:rsid w:val="00E92ABB"/>
    <w:rsid w:val="00E96C15"/>
    <w:rsid w:val="00EA52AD"/>
    <w:rsid w:val="00EC2E27"/>
    <w:rsid w:val="00EC7E9E"/>
    <w:rsid w:val="00EE1F78"/>
    <w:rsid w:val="00EE7CE3"/>
    <w:rsid w:val="00EF1C1E"/>
    <w:rsid w:val="00EF39DE"/>
    <w:rsid w:val="00F17BC7"/>
    <w:rsid w:val="00F36D49"/>
    <w:rsid w:val="00F476B2"/>
    <w:rsid w:val="00F55CFD"/>
    <w:rsid w:val="00F62211"/>
    <w:rsid w:val="00F639F5"/>
    <w:rsid w:val="00F82AB8"/>
    <w:rsid w:val="00F82C7A"/>
    <w:rsid w:val="00F926A0"/>
    <w:rsid w:val="00F97598"/>
    <w:rsid w:val="00FA3CED"/>
    <w:rsid w:val="00FB2F9C"/>
    <w:rsid w:val="00FC065A"/>
    <w:rsid w:val="00FC45C0"/>
    <w:rsid w:val="00FC7A28"/>
    <w:rsid w:val="00FD2FD5"/>
    <w:rsid w:val="00FD5879"/>
    <w:rsid w:val="00FD7854"/>
    <w:rsid w:val="00FE1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41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4121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B111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B11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93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07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</TotalTime>
  <Pages>17</Pages>
  <Words>3084</Words>
  <Characters>17583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0</cp:lastModifiedBy>
  <cp:revision>10</cp:revision>
  <cp:lastPrinted>2020-01-08T19:17:00Z</cp:lastPrinted>
  <dcterms:created xsi:type="dcterms:W3CDTF">2019-12-23T18:06:00Z</dcterms:created>
  <dcterms:modified xsi:type="dcterms:W3CDTF">2020-01-10T20:09:00Z</dcterms:modified>
</cp:coreProperties>
</file>